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7538" w:rsidRDefault="000E7538" w:rsidP="00F619C9">
      <w:pPr>
        <w:tabs>
          <w:tab w:val="left" w:pos="2410"/>
        </w:tabs>
        <w:spacing w:line="276" w:lineRule="auto"/>
        <w:jc w:val="center"/>
      </w:pPr>
      <w:r>
        <w:object w:dxaOrig="952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0.5pt" o:ole="" filled="t">
            <v:fill color2="black"/>
            <v:imagedata r:id="rId6" o:title=""/>
          </v:shape>
          <o:OLEObject Type="Embed" ProgID="Word.Picture.8" ShapeID="_x0000_i1025" DrawAspect="Content" ObjectID="_1447575255" r:id="rId7"/>
        </w:object>
      </w:r>
    </w:p>
    <w:p w:rsidR="000E7538" w:rsidRDefault="009805D1">
      <w:pPr>
        <w:spacing w:line="276" w:lineRule="auto"/>
        <w:rPr>
          <w:rFonts w:ascii="Monotype Corsiva" w:hAnsi="Monotype Corsiva" w:cs="Monotype Corsiva"/>
        </w:rPr>
      </w:pPr>
      <w:r w:rsidRPr="009805D1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63pt;margin-top:10.4pt;width:5in;height:33.7pt;z-index:251656192;mso-wrap-style:none;v-text-anchor:middle" strokecolor="navy" strokeweight=".35mm">
            <v:fill color2="black"/>
            <v:stroke color2="#ffff7f" joinstyle="miter" endcap="square"/>
            <v:shadow on="t" color="#99f" offset="1.06mm,.62mm"/>
            <v:textpath style="font-family:&quot;Arial Black&quot;;v-text-kern:t" fitpath="t" string="ISTITUTO STATALE D'ISTRUZIONE SUPERIORE &quot;G.PEANO&quot;"/>
          </v:shape>
        </w:pict>
      </w:r>
      <w:r w:rsidRPr="009805D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7.8pt;margin-top:8.9pt;width:63.9pt;height:40.1pt;z-index:251657216;mso-wrap-distance-left:9.05pt;mso-wrap-distance-right:9.05pt" strokecolor="maroon" strokeweight="1pt">
            <v:fill color2="black"/>
            <v:stroke color2="#7fffff"/>
            <v:textbox inset="8.2pt,4.6pt,8.2pt,4.6pt">
              <w:txbxContent>
                <w:p w:rsidR="000E7538" w:rsidRDefault="000E7538">
                  <w:r>
                    <w:object w:dxaOrig="1209" w:dyaOrig="777">
                      <v:shape id="_x0000_i1026" type="#_x0000_t75" style="width:46.5pt;height:30pt" o:ole="" filled="t">
                        <v:fill color2="black"/>
                        <v:imagedata r:id="rId8" o:title=""/>
                      </v:shape>
                      <o:OLEObject Type="Embed" ProgID="Word.Picture.8" ShapeID="_x0000_i1026" DrawAspect="Content" ObjectID="_1447575256" r:id="rId9"/>
                    </w:object>
                  </w:r>
                </w:p>
              </w:txbxContent>
            </v:textbox>
          </v:shape>
        </w:pict>
      </w:r>
      <w:r w:rsidRPr="009805D1">
        <w:pict>
          <v:shape id="_x0000_s1028" type="#_x0000_t202" style="position:absolute;margin-left:-1.5pt;margin-top:8.9pt;width:58.4pt;height:36.65pt;z-index:251658240;mso-wrap-distance-left:9.05pt;mso-wrap-distance-right:9.05pt" strokecolor="maroon" strokeweight="1pt">
            <v:fill color2="black"/>
            <v:stroke color2="#7fffff"/>
            <v:textbox inset="8.2pt,4.6pt,8.2pt,4.6pt">
              <w:txbxContent>
                <w:p w:rsidR="000E7538" w:rsidRDefault="00205A30"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523875" cy="352425"/>
                        <wp:effectExtent l="19050" t="0" r="9525" b="0"/>
                        <wp:docPr id="3" name="Immagin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875" cy="352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E7538" w:rsidRDefault="000E7538">
      <w:pPr>
        <w:spacing w:line="276" w:lineRule="auto"/>
        <w:rPr>
          <w:rFonts w:ascii="Monotype Corsiva" w:hAnsi="Monotype Corsiva" w:cs="Monotype Corsiva"/>
        </w:rPr>
      </w:pPr>
    </w:p>
    <w:p w:rsidR="000E7538" w:rsidRDefault="000E7538">
      <w:pPr>
        <w:spacing w:line="276" w:lineRule="auto"/>
        <w:rPr>
          <w:rFonts w:ascii="Monotype Corsiva" w:hAnsi="Monotype Corsiva" w:cs="Monotype Corsiva"/>
        </w:rPr>
      </w:pPr>
    </w:p>
    <w:p w:rsidR="000E7538" w:rsidRDefault="009805D1">
      <w:pPr>
        <w:spacing w:line="276" w:lineRule="auto"/>
        <w:rPr>
          <w:rFonts w:ascii="Monotype Corsiva" w:hAnsi="Monotype Corsiva" w:cs="Monotype Corsiva"/>
        </w:rPr>
      </w:pPr>
      <w:r w:rsidRPr="009805D1">
        <w:pict>
          <v:shape id="_x0000_s1029" type="#_x0000_t202" style="position:absolute;margin-left:34.95pt;margin-top:6.4pt;width:394.55pt;height:103.75pt;z-index:251659264;mso-wrap-distance-left:9.05pt;mso-wrap-distance-right:9.05pt" strokecolor="white" strokeweight=".5pt">
            <v:fill color2="black"/>
            <v:stroke color2="black"/>
            <v:textbox inset="7.45pt,3.85pt,7.45pt,3.85pt">
              <w:txbxContent>
                <w:p w:rsidR="000E7538" w:rsidRDefault="000E7538">
                  <w:pPr>
                    <w:pStyle w:val="Titolo"/>
                    <w:ind w:left="-142"/>
                  </w:pPr>
                  <w:r>
                    <w:rPr>
                      <w:b w:val="0"/>
                      <w:color w:val="000000"/>
                      <w:sz w:val="20"/>
                    </w:rPr>
                    <w:t xml:space="preserve">C/da Fontanelle 85052 </w:t>
                  </w:r>
                  <w:r>
                    <w:rPr>
                      <w:color w:val="000000"/>
                      <w:sz w:val="24"/>
                    </w:rPr>
                    <w:t>MARSICONUOVO</w:t>
                  </w:r>
                  <w:r>
                    <w:rPr>
                      <w:b w:val="0"/>
                      <w:color w:val="000000"/>
                      <w:sz w:val="24"/>
                    </w:rPr>
                    <w:t xml:space="preserve"> </w:t>
                  </w:r>
                  <w:r>
                    <w:rPr>
                      <w:color w:val="000000"/>
                      <w:sz w:val="24"/>
                    </w:rPr>
                    <w:t>(PZ)</w:t>
                  </w:r>
                  <w:r>
                    <w:rPr>
                      <w:b w:val="0"/>
                      <w:color w:val="000000"/>
                      <w:sz w:val="20"/>
                    </w:rPr>
                    <w:t xml:space="preserve">  Tel.0975342102  -  Fax 0975344109</w:t>
                  </w:r>
                </w:p>
                <w:p w:rsidR="000E7538" w:rsidRPr="00EB5C12" w:rsidRDefault="009805D1">
                  <w:pPr>
                    <w:pStyle w:val="Titolo"/>
                    <w:ind w:left="-142"/>
                    <w:rPr>
                      <w:b w:val="0"/>
                      <w:i/>
                      <w:sz w:val="22"/>
                      <w:szCs w:val="22"/>
                    </w:rPr>
                  </w:pPr>
                  <w:hyperlink r:id="rId11" w:history="1">
                    <w:r w:rsidR="000E7538" w:rsidRPr="00EB5C12">
                      <w:rPr>
                        <w:rStyle w:val="Collegamentoipertestuale"/>
                        <w:sz w:val="22"/>
                        <w:szCs w:val="22"/>
                      </w:rPr>
                      <w:t>www.liceomarsico.it</w:t>
                    </w:r>
                  </w:hyperlink>
                  <w:r w:rsidR="000E7538" w:rsidRPr="00EB5C12">
                    <w:rPr>
                      <w:b w:val="0"/>
                      <w:i/>
                      <w:iCs/>
                      <w:sz w:val="22"/>
                      <w:szCs w:val="22"/>
                    </w:rPr>
                    <w:t xml:space="preserve">  -  </w:t>
                  </w:r>
                  <w:r w:rsidR="000E7538" w:rsidRPr="00EB5C12">
                    <w:rPr>
                      <w:b w:val="0"/>
                      <w:sz w:val="22"/>
                      <w:szCs w:val="22"/>
                    </w:rPr>
                    <w:t xml:space="preserve">E-Mail  </w:t>
                  </w:r>
                  <w:r w:rsidR="000E7538" w:rsidRPr="00EB5C12">
                    <w:rPr>
                      <w:b w:val="0"/>
                      <w:i/>
                      <w:sz w:val="22"/>
                      <w:szCs w:val="22"/>
                    </w:rPr>
                    <w:t xml:space="preserve"> </w:t>
                  </w:r>
                  <w:hyperlink r:id="rId12" w:history="1">
                    <w:r w:rsidR="000E7538" w:rsidRPr="00EB5C12">
                      <w:rPr>
                        <w:rStyle w:val="Collegamentoipertestuale"/>
                        <w:sz w:val="22"/>
                        <w:szCs w:val="22"/>
                      </w:rPr>
                      <w:t>PZIS01900C@istruzione.it</w:t>
                    </w:r>
                  </w:hyperlink>
                </w:p>
                <w:p w:rsidR="000E7538" w:rsidRDefault="000E7538">
                  <w:pPr>
                    <w:pStyle w:val="Titolo"/>
                    <w:ind w:left="-142"/>
                    <w:rPr>
                      <w:sz w:val="20"/>
                    </w:rPr>
                  </w:pPr>
                  <w:r>
                    <w:rPr>
                      <w:b w:val="0"/>
                      <w:i/>
                      <w:sz w:val="20"/>
                    </w:rPr>
                    <w:t xml:space="preserve">Sede Associata </w:t>
                  </w:r>
                  <w:r>
                    <w:rPr>
                      <w:sz w:val="20"/>
                    </w:rPr>
                    <w:t>LICEO STATALE - MARSICONUOVO</w:t>
                  </w:r>
                  <w:r>
                    <w:rPr>
                      <w:b w:val="0"/>
                      <w:i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(PZ)</w:t>
                  </w:r>
                </w:p>
                <w:p w:rsidR="000E7538" w:rsidRDefault="000E7538">
                  <w:pPr>
                    <w:pStyle w:val="Titolo"/>
                    <w:ind w:left="-142"/>
                    <w:rPr>
                      <w:b w:val="0"/>
                      <w:i/>
                      <w:sz w:val="20"/>
                    </w:rPr>
                  </w:pPr>
                  <w:r>
                    <w:rPr>
                      <w:sz w:val="20"/>
                    </w:rPr>
                    <w:t xml:space="preserve">Indirizzi: </w:t>
                  </w:r>
                  <w:r>
                    <w:rPr>
                      <w:i/>
                      <w:sz w:val="20"/>
                    </w:rPr>
                    <w:t>Liceo Scientifico-Liceo Scientifico opzione Scienze Applicate- Liceo Lingu</w:t>
                  </w:r>
                  <w:r w:rsidR="003A527F">
                    <w:rPr>
                      <w:i/>
                      <w:sz w:val="20"/>
                    </w:rPr>
                    <w:t>is</w:t>
                  </w:r>
                  <w:r>
                    <w:rPr>
                      <w:i/>
                      <w:sz w:val="20"/>
                    </w:rPr>
                    <w:t>tico</w:t>
                  </w:r>
                </w:p>
                <w:p w:rsidR="000E7538" w:rsidRDefault="000E7538">
                  <w:pPr>
                    <w:pStyle w:val="Titolo"/>
                    <w:ind w:left="-142"/>
                    <w:rPr>
                      <w:sz w:val="20"/>
                    </w:rPr>
                  </w:pPr>
                  <w:r>
                    <w:rPr>
                      <w:b w:val="0"/>
                      <w:i/>
                      <w:sz w:val="20"/>
                    </w:rPr>
                    <w:t xml:space="preserve">Sede Associata </w:t>
                  </w:r>
                  <w:r>
                    <w:rPr>
                      <w:sz w:val="20"/>
                    </w:rPr>
                    <w:t>LICEO STATALE - VIGGIANO</w:t>
                  </w:r>
                  <w:r>
                    <w:rPr>
                      <w:b w:val="0"/>
                      <w:i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(PZ)</w:t>
                  </w:r>
                </w:p>
                <w:p w:rsidR="000E7538" w:rsidRDefault="000E7538">
                  <w:pPr>
                    <w:pStyle w:val="Titolo"/>
                    <w:ind w:left="-142"/>
                    <w:rPr>
                      <w:color w:val="000000"/>
                      <w:sz w:val="20"/>
                    </w:rPr>
                  </w:pPr>
                  <w:r>
                    <w:rPr>
                      <w:sz w:val="20"/>
                    </w:rPr>
                    <w:t xml:space="preserve">Indirizzi: </w:t>
                  </w:r>
                  <w:r>
                    <w:rPr>
                      <w:i/>
                      <w:sz w:val="20"/>
                    </w:rPr>
                    <w:t>Liceo Classico- Liceo delle Scienze Umane</w:t>
                  </w:r>
                </w:p>
                <w:p w:rsidR="000E7538" w:rsidRDefault="000E7538">
                  <w:pPr>
                    <w:pStyle w:val="Titolo"/>
                    <w:ind w:left="-142"/>
                  </w:pPr>
                  <w:r>
                    <w:rPr>
                      <w:color w:val="000000"/>
                      <w:sz w:val="20"/>
                    </w:rPr>
                    <w:t xml:space="preserve">Via Aldo Moro </w:t>
                  </w:r>
                  <w:r>
                    <w:rPr>
                      <w:b w:val="0"/>
                      <w:color w:val="000000"/>
                      <w:sz w:val="20"/>
                    </w:rPr>
                    <w:t xml:space="preserve">  - </w:t>
                  </w:r>
                  <w:r>
                    <w:rPr>
                      <w:color w:val="000000"/>
                      <w:sz w:val="20"/>
                    </w:rPr>
                    <w:t>Tel. 0975 61083    -  Fax 0975 61191  - C.M. PZPC01901Q</w:t>
                  </w:r>
                </w:p>
              </w:txbxContent>
            </v:textbox>
          </v:shape>
        </w:pict>
      </w:r>
    </w:p>
    <w:p w:rsidR="000E7538" w:rsidRDefault="000E7538">
      <w:pPr>
        <w:spacing w:line="276" w:lineRule="auto"/>
        <w:rPr>
          <w:rFonts w:ascii="Monotype Corsiva" w:hAnsi="Monotype Corsiva" w:cs="Monotype Corsiva"/>
        </w:rPr>
      </w:pPr>
    </w:p>
    <w:p w:rsidR="000E7538" w:rsidRDefault="000E7538">
      <w:pPr>
        <w:tabs>
          <w:tab w:val="left" w:pos="3104"/>
        </w:tabs>
        <w:spacing w:line="276" w:lineRule="auto"/>
        <w:rPr>
          <w:rFonts w:ascii="Monotype Corsiva" w:hAnsi="Monotype Corsiva" w:cs="Monotype Corsiva"/>
        </w:rPr>
      </w:pPr>
      <w:r>
        <w:rPr>
          <w:rFonts w:ascii="Monotype Corsiva" w:hAnsi="Monotype Corsiva" w:cs="Monotype Corsiva"/>
        </w:rPr>
        <w:tab/>
      </w:r>
    </w:p>
    <w:p w:rsidR="000E7538" w:rsidRDefault="000E7538">
      <w:pPr>
        <w:spacing w:line="276" w:lineRule="auto"/>
        <w:rPr>
          <w:rFonts w:ascii="Monotype Corsiva" w:hAnsi="Monotype Corsiva" w:cs="Monotype Corsiva"/>
        </w:rPr>
      </w:pPr>
    </w:p>
    <w:p w:rsidR="000E7538" w:rsidRDefault="000E7538">
      <w:pPr>
        <w:spacing w:line="276" w:lineRule="auto"/>
        <w:rPr>
          <w:rFonts w:ascii="Monotype Corsiva" w:hAnsi="Monotype Corsiva" w:cs="Monotype Corsiva"/>
        </w:rPr>
      </w:pPr>
    </w:p>
    <w:p w:rsidR="000E7538" w:rsidRDefault="000E7538">
      <w:pPr>
        <w:spacing w:line="276" w:lineRule="auto"/>
        <w:rPr>
          <w:rFonts w:ascii="Monotype Corsiva" w:hAnsi="Monotype Corsiva" w:cs="Monotype Corsiva"/>
        </w:rPr>
      </w:pPr>
    </w:p>
    <w:p w:rsidR="000E7538" w:rsidRDefault="000E7538">
      <w:pPr>
        <w:spacing w:line="276" w:lineRule="auto"/>
        <w:rPr>
          <w:rFonts w:ascii="Monotype Corsiva" w:hAnsi="Monotype Corsiva" w:cs="Monotype Corsiva"/>
        </w:rPr>
      </w:pPr>
    </w:p>
    <w:p w:rsidR="00CC7E90" w:rsidRDefault="00CC7E90" w:rsidP="000469CF">
      <w:pPr>
        <w:spacing w:line="276" w:lineRule="auto"/>
        <w:rPr>
          <w:b/>
        </w:rPr>
      </w:pPr>
    </w:p>
    <w:p w:rsidR="000E7538" w:rsidRDefault="008B0564" w:rsidP="000469CF">
      <w:pPr>
        <w:spacing w:line="276" w:lineRule="auto"/>
        <w:rPr>
          <w:b/>
        </w:rPr>
      </w:pPr>
      <w:proofErr w:type="spellStart"/>
      <w:r>
        <w:rPr>
          <w:b/>
        </w:rPr>
        <w:t>Prot</w:t>
      </w:r>
      <w:proofErr w:type="spellEnd"/>
      <w:r>
        <w:rPr>
          <w:b/>
        </w:rPr>
        <w:t>.</w:t>
      </w:r>
      <w:r w:rsidR="00BF3BCD">
        <w:rPr>
          <w:b/>
        </w:rPr>
        <w:t xml:space="preserve"> 3430</w:t>
      </w:r>
      <w:r w:rsidR="00F46FAE">
        <w:rPr>
          <w:b/>
        </w:rPr>
        <w:t xml:space="preserve"> C/41</w:t>
      </w:r>
      <w:r>
        <w:rPr>
          <w:b/>
        </w:rPr>
        <w:t xml:space="preserve"> </w:t>
      </w:r>
      <w:r w:rsidR="000E7538">
        <w:rPr>
          <w:b/>
        </w:rPr>
        <w:t xml:space="preserve"> </w:t>
      </w:r>
      <w:r w:rsidR="000E7538">
        <w:rPr>
          <w:b/>
        </w:rPr>
        <w:tab/>
      </w:r>
      <w:r w:rsidR="000E7538">
        <w:rPr>
          <w:b/>
        </w:rPr>
        <w:tab/>
      </w:r>
      <w:r w:rsidR="000E7538">
        <w:rPr>
          <w:b/>
        </w:rPr>
        <w:tab/>
      </w:r>
      <w:r w:rsidR="000E7538">
        <w:rPr>
          <w:b/>
        </w:rPr>
        <w:tab/>
      </w:r>
      <w:r w:rsidR="000E7538">
        <w:rPr>
          <w:b/>
        </w:rPr>
        <w:tab/>
      </w:r>
      <w:r w:rsidR="000E7538">
        <w:rPr>
          <w:b/>
        </w:rPr>
        <w:tab/>
      </w:r>
      <w:r w:rsidR="000E7538">
        <w:rPr>
          <w:b/>
        </w:rPr>
        <w:tab/>
      </w:r>
      <w:r w:rsidR="000469CF">
        <w:rPr>
          <w:b/>
        </w:rPr>
        <w:t xml:space="preserve">   </w:t>
      </w:r>
      <w:proofErr w:type="spellStart"/>
      <w:r w:rsidR="000E7538">
        <w:rPr>
          <w:b/>
        </w:rPr>
        <w:t>Marsico</w:t>
      </w:r>
      <w:proofErr w:type="spellEnd"/>
      <w:r w:rsidR="000E7538">
        <w:rPr>
          <w:b/>
        </w:rPr>
        <w:t xml:space="preserve"> Nuovo </w:t>
      </w:r>
      <w:r w:rsidR="006B3D4F">
        <w:rPr>
          <w:b/>
        </w:rPr>
        <w:t xml:space="preserve"> 28</w:t>
      </w:r>
      <w:r w:rsidR="00F46FAE">
        <w:rPr>
          <w:b/>
        </w:rPr>
        <w:t>/11/2013</w:t>
      </w:r>
    </w:p>
    <w:p w:rsidR="000E7538" w:rsidRDefault="000E7538">
      <w:pPr>
        <w:spacing w:line="276" w:lineRule="auto"/>
        <w:jc w:val="center"/>
        <w:rPr>
          <w:b/>
        </w:rPr>
      </w:pPr>
    </w:p>
    <w:p w:rsidR="00351B65" w:rsidRDefault="00351B65">
      <w:pPr>
        <w:spacing w:line="276" w:lineRule="auto"/>
        <w:jc w:val="center"/>
        <w:rPr>
          <w:b/>
        </w:rPr>
      </w:pPr>
    </w:p>
    <w:p w:rsidR="000E7538" w:rsidRDefault="00603092">
      <w:pPr>
        <w:spacing w:line="276" w:lineRule="auto"/>
        <w:jc w:val="center"/>
        <w:rPr>
          <w:b/>
        </w:rPr>
      </w:pPr>
      <w:r>
        <w:rPr>
          <w:b/>
        </w:rPr>
        <w:t xml:space="preserve">IV </w:t>
      </w:r>
      <w:r w:rsidR="000E7538" w:rsidRPr="00EB5C12">
        <w:rPr>
          <w:b/>
        </w:rPr>
        <w:t>EDIZIONE</w:t>
      </w:r>
      <w:r w:rsidR="000E7538">
        <w:rPr>
          <w:b/>
        </w:rPr>
        <w:t xml:space="preserve"> DEL </w:t>
      </w:r>
      <w:r w:rsidR="000E7538">
        <w:rPr>
          <w:b/>
          <w:i/>
        </w:rPr>
        <w:t>CERTAMEN PLATONICUM</w:t>
      </w:r>
    </w:p>
    <w:p w:rsidR="000E7538" w:rsidRDefault="000E7538">
      <w:pPr>
        <w:spacing w:line="276" w:lineRule="auto"/>
        <w:jc w:val="center"/>
        <w:rPr>
          <w:b/>
        </w:rPr>
      </w:pPr>
      <w:r>
        <w:rPr>
          <w:b/>
        </w:rPr>
        <w:t xml:space="preserve">LICEO CLASSICO DI VIGGIANO </w:t>
      </w:r>
    </w:p>
    <w:p w:rsidR="000E7538" w:rsidRDefault="00D643CA">
      <w:pPr>
        <w:spacing w:line="276" w:lineRule="auto"/>
        <w:jc w:val="center"/>
        <w:rPr>
          <w:b/>
        </w:rPr>
      </w:pPr>
      <w:r>
        <w:rPr>
          <w:b/>
        </w:rPr>
        <w:t>10 -11 -12</w:t>
      </w:r>
      <w:r w:rsidR="00A66191">
        <w:rPr>
          <w:b/>
        </w:rPr>
        <w:t xml:space="preserve"> </w:t>
      </w:r>
      <w:r>
        <w:rPr>
          <w:b/>
        </w:rPr>
        <w:t xml:space="preserve"> aprile 2014</w:t>
      </w:r>
    </w:p>
    <w:p w:rsidR="000469CF" w:rsidRDefault="000469CF">
      <w:pPr>
        <w:spacing w:line="276" w:lineRule="auto"/>
        <w:jc w:val="center"/>
        <w:rPr>
          <w:b/>
        </w:rPr>
      </w:pPr>
    </w:p>
    <w:p w:rsidR="000E7538" w:rsidRDefault="000E7538">
      <w:pPr>
        <w:spacing w:line="276" w:lineRule="auto"/>
        <w:jc w:val="center"/>
        <w:rPr>
          <w:b/>
        </w:rPr>
      </w:pPr>
      <w:r>
        <w:rPr>
          <w:b/>
        </w:rPr>
        <w:t>BANDO DI CONCORSO</w:t>
      </w:r>
    </w:p>
    <w:p w:rsidR="000E7538" w:rsidRDefault="000E7538">
      <w:pPr>
        <w:spacing w:line="276" w:lineRule="auto"/>
        <w:jc w:val="center"/>
        <w:rPr>
          <w:b/>
        </w:rPr>
      </w:pPr>
    </w:p>
    <w:p w:rsidR="000E7538" w:rsidRDefault="000E7538">
      <w:pPr>
        <w:spacing w:line="276" w:lineRule="auto"/>
        <w:jc w:val="both"/>
      </w:pPr>
      <w:r>
        <w:t xml:space="preserve">           Il Liceo Classico di Viggiano, sede associata dell’I.S.I.S. “G. </w:t>
      </w:r>
      <w:proofErr w:type="spellStart"/>
      <w:r>
        <w:t>Peano</w:t>
      </w:r>
      <w:proofErr w:type="spellEnd"/>
      <w:r>
        <w:t xml:space="preserve">” di </w:t>
      </w:r>
      <w:proofErr w:type="spellStart"/>
      <w:r>
        <w:t>Marsico</w:t>
      </w:r>
      <w:proofErr w:type="spellEnd"/>
      <w:r>
        <w:t xml:space="preserve"> Nuovo (PZ), con il patrocinio del Comune di Viggiano, bandisce </w:t>
      </w:r>
      <w:r w:rsidRPr="00EB5C12">
        <w:t xml:space="preserve">la </w:t>
      </w:r>
      <w:r w:rsidR="00D643CA">
        <w:t xml:space="preserve">IV </w:t>
      </w:r>
      <w:r w:rsidRPr="00EB5C12">
        <w:t>edizione</w:t>
      </w:r>
      <w:r>
        <w:t xml:space="preserve"> del </w:t>
      </w:r>
      <w:proofErr w:type="spellStart"/>
      <w:r w:rsidR="00A45268">
        <w:rPr>
          <w:b/>
          <w:i/>
        </w:rPr>
        <w:t>Certamen</w:t>
      </w:r>
      <w:proofErr w:type="spellEnd"/>
      <w:r w:rsidR="00A45268">
        <w:rPr>
          <w:b/>
          <w:i/>
        </w:rPr>
        <w:t xml:space="preserve"> </w:t>
      </w:r>
      <w:proofErr w:type="spellStart"/>
      <w:r w:rsidR="00A45268">
        <w:rPr>
          <w:b/>
          <w:i/>
        </w:rPr>
        <w:t>Platonicum</w:t>
      </w:r>
      <w:proofErr w:type="spellEnd"/>
      <w:r>
        <w:t>, agone nazionale di traduzione</w:t>
      </w:r>
      <w:r w:rsidR="00A45268">
        <w:t xml:space="preserve"> e commento </w:t>
      </w:r>
      <w:r>
        <w:t xml:space="preserve">di </w:t>
      </w:r>
      <w:r w:rsidR="00A45268">
        <w:t>un brano tratto</w:t>
      </w:r>
      <w:r>
        <w:t xml:space="preserve"> dai dialoghi di Platone. </w:t>
      </w:r>
    </w:p>
    <w:p w:rsidR="000E7538" w:rsidRDefault="000E7538">
      <w:pPr>
        <w:spacing w:line="276" w:lineRule="auto"/>
        <w:jc w:val="both"/>
        <w:rPr>
          <w:b/>
        </w:rPr>
      </w:pPr>
      <w:r>
        <w:tab/>
      </w:r>
    </w:p>
    <w:p w:rsidR="000E7538" w:rsidRDefault="000E7538">
      <w:pPr>
        <w:spacing w:line="276" w:lineRule="auto"/>
        <w:jc w:val="both"/>
      </w:pPr>
      <w:r>
        <w:rPr>
          <w:b/>
        </w:rPr>
        <w:t>1. PARTECIPAZIONE</w:t>
      </w:r>
    </w:p>
    <w:p w:rsidR="000E7538" w:rsidRDefault="000E7538">
      <w:pPr>
        <w:spacing w:line="276" w:lineRule="auto"/>
        <w:jc w:val="both"/>
      </w:pPr>
      <w:r>
        <w:tab/>
        <w:t>Il concorso è riservato agli alunni iscritti alle classi II e III  (quarto e quinto anno di corso) dei Licei classici statali o paritari di tutto il territorio nazionale, i quali siano stati ammessi alla classe frequentata nell’anno corrente con u</w:t>
      </w:r>
      <w:r w:rsidR="0033123E">
        <w:t xml:space="preserve">na media complessiva di almeno </w:t>
      </w:r>
      <w:r>
        <w:t>8/10 ed abbiano riportato in Greco ed in  Filosofia un  voto pari o superiore a 8/10.</w:t>
      </w:r>
    </w:p>
    <w:p w:rsidR="000E7538" w:rsidRDefault="000E7538">
      <w:pPr>
        <w:spacing w:line="276" w:lineRule="auto"/>
        <w:jc w:val="both"/>
      </w:pPr>
      <w:r>
        <w:tab/>
        <w:t>Ogni liceo può concorrere con una rappresentanza di massimo due alunni; nel caso di Licei con sezione associata i partecipanti potranno essere due per ogni sede.</w:t>
      </w:r>
    </w:p>
    <w:p w:rsidR="000E7538" w:rsidRDefault="000E7538">
      <w:pPr>
        <w:spacing w:line="276" w:lineRule="auto"/>
        <w:jc w:val="both"/>
        <w:rPr>
          <w:b/>
        </w:rPr>
      </w:pPr>
      <w:r>
        <w:t xml:space="preserve"> </w:t>
      </w:r>
    </w:p>
    <w:p w:rsidR="000E7538" w:rsidRDefault="000E7538">
      <w:pPr>
        <w:spacing w:line="276" w:lineRule="auto"/>
        <w:jc w:val="both"/>
        <w:rPr>
          <w:b/>
        </w:rPr>
      </w:pPr>
      <w:r>
        <w:rPr>
          <w:b/>
        </w:rPr>
        <w:t>2. ADEMPIMENTI</w:t>
      </w:r>
    </w:p>
    <w:p w:rsidR="000E7538" w:rsidRDefault="000E7538">
      <w:pPr>
        <w:spacing w:line="276" w:lineRule="auto"/>
        <w:jc w:val="both"/>
      </w:pPr>
      <w:r>
        <w:rPr>
          <w:b/>
        </w:rPr>
        <w:t>2.1 domande di partecipazione</w:t>
      </w:r>
    </w:p>
    <w:p w:rsidR="000E7538" w:rsidRDefault="000E7538" w:rsidP="0033123E">
      <w:pPr>
        <w:spacing w:line="276" w:lineRule="auto"/>
        <w:ind w:firstLine="708"/>
        <w:jc w:val="both"/>
        <w:rPr>
          <w:b/>
        </w:rPr>
      </w:pPr>
      <w:r>
        <w:t>Le domande di partecipazione, redatte a cura della scuola di appartenenza dei partecipanti, dovranno essere inviate</w:t>
      </w:r>
      <w:r w:rsidR="000469CF">
        <w:t>, entro i termini fissati dal Bando,</w:t>
      </w:r>
      <w:r>
        <w:t xml:space="preserve"> al Dirigente Scolastico dell’I.S.I.S. “G. </w:t>
      </w:r>
      <w:proofErr w:type="spellStart"/>
      <w:r>
        <w:t>Peano</w:t>
      </w:r>
      <w:proofErr w:type="spellEnd"/>
      <w:r>
        <w:t xml:space="preserve">” di </w:t>
      </w:r>
      <w:proofErr w:type="spellStart"/>
      <w:r>
        <w:t>Marsico</w:t>
      </w:r>
      <w:proofErr w:type="spellEnd"/>
      <w:r>
        <w:t xml:space="preserve"> Nuovo via e-mail all’indirizzo </w:t>
      </w:r>
      <w:r>
        <w:rPr>
          <w:color w:val="0000FF"/>
        </w:rPr>
        <w:t>ce</w:t>
      </w:r>
      <w:r w:rsidR="00340A57">
        <w:rPr>
          <w:color w:val="0000FF"/>
        </w:rPr>
        <w:t>rtamenplatonicum@liceomarsico.org</w:t>
      </w:r>
      <w:r>
        <w:t>, tramite il modulo di partecipazione allegato al presente Bando e reperibile sul sito della scuola, debitamente compilato in</w:t>
      </w:r>
      <w:r w:rsidR="000469CF">
        <w:t xml:space="preserve"> ogni sua parte</w:t>
      </w:r>
      <w:r w:rsidR="0033123E">
        <w:t>, firmato</w:t>
      </w:r>
      <w:r w:rsidR="000469CF">
        <w:t xml:space="preserve"> e scannerizzato</w:t>
      </w:r>
      <w:r>
        <w:t>.</w:t>
      </w:r>
    </w:p>
    <w:p w:rsidR="000E7538" w:rsidRDefault="000E7538">
      <w:pPr>
        <w:spacing w:line="276" w:lineRule="auto"/>
        <w:jc w:val="both"/>
        <w:rPr>
          <w:b/>
        </w:rPr>
      </w:pPr>
    </w:p>
    <w:p w:rsidR="00351B65" w:rsidRDefault="00351B65">
      <w:pPr>
        <w:spacing w:line="276" w:lineRule="auto"/>
        <w:jc w:val="both"/>
        <w:rPr>
          <w:b/>
        </w:rPr>
      </w:pPr>
    </w:p>
    <w:p w:rsidR="00351B65" w:rsidRDefault="00351B65">
      <w:pPr>
        <w:spacing w:line="276" w:lineRule="auto"/>
        <w:jc w:val="both"/>
        <w:rPr>
          <w:b/>
        </w:rPr>
      </w:pPr>
    </w:p>
    <w:p w:rsidR="00351B65" w:rsidRDefault="00351B65">
      <w:pPr>
        <w:spacing w:line="276" w:lineRule="auto"/>
        <w:jc w:val="both"/>
        <w:rPr>
          <w:b/>
        </w:rPr>
      </w:pPr>
    </w:p>
    <w:p w:rsidR="000E7538" w:rsidRDefault="000E7538">
      <w:pPr>
        <w:spacing w:line="276" w:lineRule="auto"/>
        <w:jc w:val="both"/>
      </w:pPr>
      <w:r>
        <w:rPr>
          <w:b/>
        </w:rPr>
        <w:t>2.2 Quota d’iscrizione</w:t>
      </w:r>
    </w:p>
    <w:p w:rsidR="000E7538" w:rsidRDefault="000E7538" w:rsidP="0033123E">
      <w:pPr>
        <w:spacing w:line="276" w:lineRule="auto"/>
        <w:ind w:firstLine="708"/>
        <w:jc w:val="both"/>
      </w:pPr>
      <w:r>
        <w:t xml:space="preserve">Ogni scuola partecipante dovrà versare una quota d’iscrizione di </w:t>
      </w:r>
      <w:r>
        <w:rPr>
          <w:b/>
        </w:rPr>
        <w:t>50,00</w:t>
      </w:r>
      <w:r w:rsidR="00D631A8">
        <w:t xml:space="preserve"> euro sul conto di Tesoreria Unica acceso</w:t>
      </w:r>
      <w:r w:rsidR="00806318">
        <w:t xml:space="preserve"> presso la Banca d’Italia, intestato all’I.S.I.S. “G. </w:t>
      </w:r>
      <w:proofErr w:type="spellStart"/>
      <w:r w:rsidR="00806318">
        <w:t>Peano</w:t>
      </w:r>
      <w:proofErr w:type="spellEnd"/>
      <w:r w:rsidR="00806318">
        <w:t>”, le cui credenziali sono: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9"/>
        <w:gridCol w:w="1629"/>
        <w:gridCol w:w="1812"/>
        <w:gridCol w:w="1448"/>
        <w:gridCol w:w="1954"/>
        <w:gridCol w:w="1417"/>
      </w:tblGrid>
      <w:tr w:rsidR="00806318" w:rsidRPr="003A527F" w:rsidTr="003A527F">
        <w:tc>
          <w:tcPr>
            <w:tcW w:w="1629" w:type="dxa"/>
            <w:shd w:val="clear" w:color="auto" w:fill="auto"/>
          </w:tcPr>
          <w:p w:rsidR="00806318" w:rsidRPr="003A527F" w:rsidRDefault="00806318" w:rsidP="003A527F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Tipo Conto</w:t>
            </w:r>
          </w:p>
        </w:tc>
        <w:tc>
          <w:tcPr>
            <w:tcW w:w="1629" w:type="dxa"/>
            <w:shd w:val="clear" w:color="auto" w:fill="auto"/>
          </w:tcPr>
          <w:p w:rsidR="00806318" w:rsidRPr="003A527F" w:rsidRDefault="00806318" w:rsidP="003A527F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Conto</w:t>
            </w:r>
          </w:p>
        </w:tc>
        <w:tc>
          <w:tcPr>
            <w:tcW w:w="1812" w:type="dxa"/>
            <w:shd w:val="clear" w:color="auto" w:fill="auto"/>
          </w:tcPr>
          <w:p w:rsidR="00806318" w:rsidRPr="003A527F" w:rsidRDefault="00806318" w:rsidP="003A527F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Codice sezione</w:t>
            </w:r>
          </w:p>
        </w:tc>
        <w:tc>
          <w:tcPr>
            <w:tcW w:w="1448" w:type="dxa"/>
            <w:shd w:val="clear" w:color="auto" w:fill="auto"/>
          </w:tcPr>
          <w:p w:rsidR="00806318" w:rsidRPr="003A527F" w:rsidRDefault="00806318" w:rsidP="003A527F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Descrizione</w:t>
            </w:r>
          </w:p>
        </w:tc>
        <w:tc>
          <w:tcPr>
            <w:tcW w:w="1954" w:type="dxa"/>
            <w:shd w:val="clear" w:color="auto" w:fill="auto"/>
          </w:tcPr>
          <w:p w:rsidR="00806318" w:rsidRPr="003A527F" w:rsidRDefault="00806318" w:rsidP="003A527F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Intestazione</w:t>
            </w:r>
          </w:p>
        </w:tc>
        <w:tc>
          <w:tcPr>
            <w:tcW w:w="1417" w:type="dxa"/>
            <w:shd w:val="clear" w:color="auto" w:fill="auto"/>
          </w:tcPr>
          <w:p w:rsidR="00806318" w:rsidRPr="003A527F" w:rsidRDefault="00806318" w:rsidP="003A527F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ABI</w:t>
            </w:r>
          </w:p>
        </w:tc>
      </w:tr>
      <w:tr w:rsidR="00806318" w:rsidRPr="003A527F" w:rsidTr="003A527F">
        <w:tc>
          <w:tcPr>
            <w:tcW w:w="1629" w:type="dxa"/>
            <w:shd w:val="clear" w:color="auto" w:fill="auto"/>
          </w:tcPr>
          <w:p w:rsidR="00806318" w:rsidRPr="003A527F" w:rsidRDefault="00806318" w:rsidP="003A527F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TU</w:t>
            </w:r>
          </w:p>
        </w:tc>
        <w:tc>
          <w:tcPr>
            <w:tcW w:w="1629" w:type="dxa"/>
            <w:shd w:val="clear" w:color="auto" w:fill="auto"/>
          </w:tcPr>
          <w:p w:rsidR="00806318" w:rsidRPr="003A527F" w:rsidRDefault="00806318" w:rsidP="003A527F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315316</w:t>
            </w:r>
          </w:p>
        </w:tc>
        <w:tc>
          <w:tcPr>
            <w:tcW w:w="1812" w:type="dxa"/>
            <w:shd w:val="clear" w:color="auto" w:fill="auto"/>
          </w:tcPr>
          <w:p w:rsidR="00806318" w:rsidRPr="003A527F" w:rsidRDefault="00806318" w:rsidP="003A527F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441</w:t>
            </w:r>
          </w:p>
        </w:tc>
        <w:tc>
          <w:tcPr>
            <w:tcW w:w="1448" w:type="dxa"/>
            <w:shd w:val="clear" w:color="auto" w:fill="auto"/>
          </w:tcPr>
          <w:p w:rsidR="00806318" w:rsidRPr="003A527F" w:rsidRDefault="00806318" w:rsidP="003A527F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Potenza</w:t>
            </w:r>
          </w:p>
        </w:tc>
        <w:tc>
          <w:tcPr>
            <w:tcW w:w="1954" w:type="dxa"/>
            <w:shd w:val="clear" w:color="auto" w:fill="auto"/>
          </w:tcPr>
          <w:p w:rsidR="00806318" w:rsidRPr="003A527F" w:rsidRDefault="00806318" w:rsidP="003A527F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 xml:space="preserve">I.I.S. “G. </w:t>
            </w:r>
            <w:proofErr w:type="spellStart"/>
            <w:r w:rsidRPr="003A527F">
              <w:rPr>
                <w:b/>
              </w:rPr>
              <w:t>Peano</w:t>
            </w:r>
            <w:proofErr w:type="spellEnd"/>
            <w:r w:rsidRPr="003A527F">
              <w:rPr>
                <w:b/>
              </w:rPr>
              <w:t>”</w:t>
            </w:r>
          </w:p>
        </w:tc>
        <w:tc>
          <w:tcPr>
            <w:tcW w:w="1417" w:type="dxa"/>
            <w:shd w:val="clear" w:color="auto" w:fill="auto"/>
          </w:tcPr>
          <w:p w:rsidR="00806318" w:rsidRPr="003A527F" w:rsidRDefault="00806318" w:rsidP="003A527F">
            <w:pPr>
              <w:spacing w:line="276" w:lineRule="auto"/>
              <w:jc w:val="both"/>
              <w:rPr>
                <w:b/>
              </w:rPr>
            </w:pPr>
            <w:r w:rsidRPr="003A527F">
              <w:rPr>
                <w:b/>
              </w:rPr>
              <w:t>0</w:t>
            </w:r>
            <w:r w:rsidR="00F536E2" w:rsidRPr="003A527F">
              <w:rPr>
                <w:b/>
              </w:rPr>
              <w:t>8784</w:t>
            </w:r>
          </w:p>
        </w:tc>
      </w:tr>
    </w:tbl>
    <w:p w:rsidR="00806318" w:rsidRDefault="00806318" w:rsidP="00D643CA">
      <w:pPr>
        <w:spacing w:line="276" w:lineRule="auto"/>
        <w:jc w:val="both"/>
        <w:rPr>
          <w:b/>
        </w:rPr>
      </w:pPr>
    </w:p>
    <w:p w:rsidR="000E7538" w:rsidRDefault="000E7538" w:rsidP="0033123E">
      <w:pPr>
        <w:spacing w:line="276" w:lineRule="auto"/>
        <w:ind w:firstLine="708"/>
        <w:jc w:val="both"/>
        <w:rPr>
          <w:b/>
        </w:rPr>
      </w:pPr>
      <w:r>
        <w:t>Gli estremi del bonifico dovranno essere riportati nella domanda di partecipazione.</w:t>
      </w:r>
    </w:p>
    <w:p w:rsidR="0033123E" w:rsidRDefault="0033123E">
      <w:pPr>
        <w:spacing w:line="276" w:lineRule="auto"/>
        <w:jc w:val="both"/>
        <w:rPr>
          <w:b/>
        </w:rPr>
      </w:pPr>
    </w:p>
    <w:p w:rsidR="000E7538" w:rsidRDefault="000E7538">
      <w:pPr>
        <w:spacing w:line="276" w:lineRule="auto"/>
        <w:jc w:val="both"/>
      </w:pPr>
      <w:r>
        <w:rPr>
          <w:b/>
        </w:rPr>
        <w:t xml:space="preserve">2.3 </w:t>
      </w:r>
      <w:r w:rsidRPr="00EB5C12">
        <w:rPr>
          <w:b/>
        </w:rPr>
        <w:t xml:space="preserve">Termini </w:t>
      </w:r>
      <w:r>
        <w:rPr>
          <w:b/>
        </w:rPr>
        <w:t>di scadenza</w:t>
      </w:r>
    </w:p>
    <w:p w:rsidR="000E7538" w:rsidRDefault="000E7538" w:rsidP="0033123E">
      <w:pPr>
        <w:spacing w:line="276" w:lineRule="auto"/>
        <w:ind w:firstLine="708"/>
        <w:jc w:val="both"/>
        <w:rPr>
          <w:b/>
        </w:rPr>
      </w:pPr>
      <w:r>
        <w:t>Le domande dovranno</w:t>
      </w:r>
      <w:r w:rsidR="00D643CA">
        <w:t xml:space="preserve"> pervenire all’indirizzo e-mail </w:t>
      </w:r>
      <w:r>
        <w:rPr>
          <w:color w:val="0000FF"/>
        </w:rPr>
        <w:t xml:space="preserve">certamenplatonicum@liceomarsico.org </w:t>
      </w:r>
      <w:r>
        <w:t xml:space="preserve">                entro </w:t>
      </w:r>
      <w:r w:rsidR="00D631A8">
        <w:t xml:space="preserve">sabato </w:t>
      </w:r>
      <w:r w:rsidR="00603092">
        <w:rPr>
          <w:b/>
        </w:rPr>
        <w:t>15</w:t>
      </w:r>
      <w:r w:rsidR="00D643CA" w:rsidRPr="00D631A8">
        <w:rPr>
          <w:b/>
        </w:rPr>
        <w:t xml:space="preserve"> marzo 2014</w:t>
      </w:r>
      <w:r w:rsidRPr="00D631A8">
        <w:rPr>
          <w:b/>
        </w:rPr>
        <w:t>.</w:t>
      </w:r>
      <w:r>
        <w:t xml:space="preserve"> Farà fede la data di invio della e-mail.</w:t>
      </w:r>
    </w:p>
    <w:p w:rsidR="000E7538" w:rsidRDefault="000E7538">
      <w:pPr>
        <w:spacing w:line="276" w:lineRule="auto"/>
        <w:jc w:val="both"/>
        <w:rPr>
          <w:b/>
        </w:rPr>
      </w:pPr>
    </w:p>
    <w:p w:rsidR="000E7538" w:rsidRDefault="000E7538">
      <w:pPr>
        <w:spacing w:line="276" w:lineRule="auto"/>
        <w:jc w:val="both"/>
        <w:rPr>
          <w:b/>
        </w:rPr>
      </w:pPr>
      <w:r>
        <w:rPr>
          <w:b/>
        </w:rPr>
        <w:t>3.</w:t>
      </w:r>
      <w:r>
        <w:t xml:space="preserve"> </w:t>
      </w:r>
      <w:r>
        <w:rPr>
          <w:b/>
        </w:rPr>
        <w:t>OSPITALITA’</w:t>
      </w:r>
    </w:p>
    <w:p w:rsidR="000E7538" w:rsidRDefault="000E7538">
      <w:pPr>
        <w:spacing w:line="276" w:lineRule="auto"/>
        <w:jc w:val="both"/>
      </w:pPr>
      <w:r>
        <w:rPr>
          <w:b/>
        </w:rPr>
        <w:t xml:space="preserve">3.1 </w:t>
      </w:r>
      <w:r>
        <w:rPr>
          <w:b/>
          <w:i/>
        </w:rPr>
        <w:t>Spese di viaggio</w:t>
      </w:r>
    </w:p>
    <w:p w:rsidR="000E7538" w:rsidRDefault="000E7538" w:rsidP="0033123E">
      <w:pPr>
        <w:spacing w:line="276" w:lineRule="auto"/>
        <w:ind w:firstLine="708"/>
        <w:jc w:val="both"/>
        <w:rPr>
          <w:b/>
        </w:rPr>
      </w:pPr>
      <w:r>
        <w:t>Le spese di viaggio saranno a carico dei partecipanti e degli accompagnatori.</w:t>
      </w:r>
    </w:p>
    <w:p w:rsidR="000E7538" w:rsidRDefault="000E7538">
      <w:pPr>
        <w:jc w:val="both"/>
        <w:rPr>
          <w:b/>
        </w:rPr>
      </w:pPr>
    </w:p>
    <w:p w:rsidR="000E7538" w:rsidRDefault="000E7538">
      <w:pPr>
        <w:jc w:val="both"/>
      </w:pPr>
      <w:r>
        <w:rPr>
          <w:b/>
        </w:rPr>
        <w:t>3.2.</w:t>
      </w:r>
      <w:r>
        <w:t xml:space="preserve"> </w:t>
      </w:r>
      <w:r>
        <w:rPr>
          <w:b/>
          <w:i/>
        </w:rPr>
        <w:t>Vigilanza</w:t>
      </w:r>
      <w:r>
        <w:rPr>
          <w:b/>
        </w:rPr>
        <w:t xml:space="preserve"> </w:t>
      </w:r>
    </w:p>
    <w:p w:rsidR="000E7538" w:rsidRDefault="000E7538" w:rsidP="0033123E">
      <w:pPr>
        <w:ind w:firstLine="708"/>
        <w:jc w:val="both"/>
        <w:rPr>
          <w:b/>
        </w:rPr>
      </w:pPr>
      <w:r>
        <w:t>Gli studenti concorrenti viaggiano e soggiornano sotto la propria responsabilità, se maggiorenni, o degli accompagnatori, se minorenni; s’intendono esonerati da ogni responsabilità di vigilanza sia il comitato organizzatore</w:t>
      </w:r>
      <w:r w:rsidR="0033123E">
        <w:t>,</w:t>
      </w:r>
      <w:r>
        <w:t xml:space="preserve"> sia l’I.S.I.S. “G. </w:t>
      </w:r>
      <w:proofErr w:type="spellStart"/>
      <w:r>
        <w:t>Peano</w:t>
      </w:r>
      <w:proofErr w:type="spellEnd"/>
      <w:r>
        <w:t xml:space="preserve">” di </w:t>
      </w:r>
      <w:proofErr w:type="spellStart"/>
      <w:r>
        <w:t>Marsico</w:t>
      </w:r>
      <w:proofErr w:type="spellEnd"/>
      <w:r>
        <w:t xml:space="preserve"> Nuovo.</w:t>
      </w:r>
    </w:p>
    <w:p w:rsidR="000E7538" w:rsidRDefault="000E7538">
      <w:pPr>
        <w:spacing w:line="276" w:lineRule="auto"/>
        <w:jc w:val="both"/>
        <w:rPr>
          <w:b/>
        </w:rPr>
      </w:pPr>
    </w:p>
    <w:p w:rsidR="000E7538" w:rsidRDefault="000E7538">
      <w:pPr>
        <w:spacing w:line="276" w:lineRule="auto"/>
        <w:jc w:val="both"/>
      </w:pPr>
      <w:r>
        <w:rPr>
          <w:b/>
        </w:rPr>
        <w:t>3.2.</w:t>
      </w:r>
      <w:r>
        <w:rPr>
          <w:b/>
          <w:i/>
        </w:rPr>
        <w:t xml:space="preserve"> Vitto e alloggio</w:t>
      </w:r>
    </w:p>
    <w:p w:rsidR="000E7538" w:rsidRDefault="000E7538" w:rsidP="0033123E">
      <w:pPr>
        <w:spacing w:line="276" w:lineRule="auto"/>
        <w:ind w:firstLine="708"/>
        <w:jc w:val="both"/>
      </w:pPr>
      <w:r>
        <w:t>Gli alunni partecipanti al concorso e i rispettivi docenti accompagnatori saranno ospitati (vitto e alloggio) a carico dell’organizzazione presso strutture convenzionate fino ad un numero massimo di 32 alunni e 16 docenti. Se gli iscritti fossero in eccedenza, l’ordine di priorità sarà stabilito in base alla data di invio della domanda di iscrizione.</w:t>
      </w:r>
    </w:p>
    <w:p w:rsidR="000E7538" w:rsidRDefault="000E7538">
      <w:pPr>
        <w:spacing w:line="276" w:lineRule="auto"/>
        <w:jc w:val="both"/>
      </w:pPr>
    </w:p>
    <w:p w:rsidR="000E7538" w:rsidRDefault="000E7538">
      <w:pPr>
        <w:spacing w:line="276" w:lineRule="auto"/>
        <w:jc w:val="both"/>
      </w:pPr>
      <w:r>
        <w:rPr>
          <w:b/>
        </w:rPr>
        <w:t>3.3</w:t>
      </w:r>
      <w:r>
        <w:t xml:space="preserve">. </w:t>
      </w:r>
      <w:r>
        <w:rPr>
          <w:b/>
          <w:i/>
        </w:rPr>
        <w:t>Assicurazione</w:t>
      </w:r>
    </w:p>
    <w:p w:rsidR="000E7538" w:rsidRDefault="00EF56BE">
      <w:pPr>
        <w:spacing w:line="276" w:lineRule="auto"/>
        <w:jc w:val="both"/>
        <w:rPr>
          <w:b/>
        </w:rPr>
      </w:pPr>
      <w:r>
        <w:tab/>
      </w:r>
      <w:r w:rsidR="000E7538">
        <w:t>La copertura assicurativa dei partecipanti e degli accompagnatori sarà a carico dell’Istituto di appartenenza.</w:t>
      </w:r>
    </w:p>
    <w:p w:rsidR="000E7538" w:rsidRDefault="000E7538">
      <w:pPr>
        <w:spacing w:line="276" w:lineRule="auto"/>
        <w:jc w:val="both"/>
        <w:rPr>
          <w:b/>
        </w:rPr>
      </w:pPr>
    </w:p>
    <w:p w:rsidR="000E7538" w:rsidRDefault="000E7538">
      <w:pPr>
        <w:spacing w:line="276" w:lineRule="auto"/>
        <w:jc w:val="both"/>
        <w:rPr>
          <w:b/>
        </w:rPr>
      </w:pPr>
      <w:r>
        <w:rPr>
          <w:b/>
        </w:rPr>
        <w:t>4. TEMPI E MODALITA’ DI SVOLGIMENTO DELLA PROVA</w:t>
      </w:r>
    </w:p>
    <w:p w:rsidR="000E7538" w:rsidRDefault="000E7538">
      <w:pPr>
        <w:spacing w:line="276" w:lineRule="auto"/>
        <w:jc w:val="both"/>
      </w:pPr>
      <w:r>
        <w:rPr>
          <w:b/>
        </w:rPr>
        <w:t xml:space="preserve">4.1 </w:t>
      </w:r>
      <w:r>
        <w:t>La prova consisterà in una traduzione, dal greco all’italiano, di un testo</w:t>
      </w:r>
      <w:r w:rsidR="0033123E">
        <w:t xml:space="preserve"> tratto dai dialoghi di Platone</w:t>
      </w:r>
      <w:r w:rsidR="00F536E2">
        <w:t xml:space="preserve"> dedicati al tema della </w:t>
      </w:r>
      <w:proofErr w:type="spellStart"/>
      <w:r w:rsidR="00954462" w:rsidRPr="00954462">
        <w:rPr>
          <w:i/>
        </w:rPr>
        <w:t>paideia</w:t>
      </w:r>
      <w:proofErr w:type="spellEnd"/>
      <w:r>
        <w:t>, e in un commento di carattere filologico/letterario  e filosofico.</w:t>
      </w:r>
    </w:p>
    <w:p w:rsidR="000E7538" w:rsidRDefault="000E7538" w:rsidP="0033123E">
      <w:pPr>
        <w:spacing w:line="276" w:lineRule="auto"/>
        <w:ind w:firstLine="708"/>
        <w:jc w:val="both"/>
      </w:pPr>
      <w:r>
        <w:t xml:space="preserve">Avrà luogo il giorno </w:t>
      </w:r>
      <w:r w:rsidR="00D50099">
        <w:rPr>
          <w:b/>
          <w:bCs/>
        </w:rPr>
        <w:t>giovedì 10</w:t>
      </w:r>
      <w:r w:rsidRPr="00EB5C12">
        <w:rPr>
          <w:b/>
          <w:bCs/>
        </w:rPr>
        <w:t xml:space="preserve"> aprile</w:t>
      </w:r>
      <w:r>
        <w:rPr>
          <w:b/>
        </w:rPr>
        <w:t xml:space="preserve"> </w:t>
      </w:r>
      <w:r>
        <w:t>presso il</w:t>
      </w:r>
      <w:r>
        <w:rPr>
          <w:b/>
        </w:rPr>
        <w:t xml:space="preserve"> Liceo di Viggiano </w:t>
      </w:r>
      <w:r>
        <w:t>per la durata</w:t>
      </w:r>
      <w:r>
        <w:rPr>
          <w:b/>
        </w:rPr>
        <w:t xml:space="preserve"> </w:t>
      </w:r>
      <w:r>
        <w:t>di</w:t>
      </w:r>
      <w:r>
        <w:rPr>
          <w:b/>
        </w:rPr>
        <w:t xml:space="preserve"> sei ore, dalle 9.00 alle 15.00</w:t>
      </w:r>
      <w:r>
        <w:t>.</w:t>
      </w:r>
    </w:p>
    <w:p w:rsidR="000E7538" w:rsidRDefault="000E7538" w:rsidP="0033123E">
      <w:pPr>
        <w:spacing w:line="276" w:lineRule="auto"/>
        <w:ind w:firstLine="708"/>
        <w:jc w:val="both"/>
        <w:rPr>
          <w:b/>
        </w:rPr>
      </w:pPr>
      <w:r>
        <w:t>I partecipanti dovranno trovarsi nel luogo di svolgimento della prova alle ore 8.30, muniti di un documento di identità e dei vocabolari consentiti per la prova (Greco- Italiano ed Italiano).</w:t>
      </w:r>
    </w:p>
    <w:p w:rsidR="000E7538" w:rsidRDefault="000E7538">
      <w:pPr>
        <w:spacing w:line="276" w:lineRule="auto"/>
        <w:jc w:val="both"/>
        <w:rPr>
          <w:b/>
        </w:rPr>
      </w:pPr>
    </w:p>
    <w:p w:rsidR="000E7538" w:rsidRDefault="000E7538">
      <w:pPr>
        <w:spacing w:line="276" w:lineRule="auto"/>
        <w:jc w:val="both"/>
        <w:rPr>
          <w:b/>
        </w:rPr>
      </w:pPr>
      <w:r>
        <w:rPr>
          <w:b/>
        </w:rPr>
        <w:t>5. COMITATO DI VALUTAZIONE DELLE PROVE</w:t>
      </w:r>
    </w:p>
    <w:p w:rsidR="000E7538" w:rsidRDefault="000E7538">
      <w:pPr>
        <w:spacing w:line="276" w:lineRule="auto"/>
        <w:jc w:val="both"/>
        <w:rPr>
          <w:b/>
        </w:rPr>
      </w:pPr>
      <w:r>
        <w:rPr>
          <w:b/>
        </w:rPr>
        <w:t xml:space="preserve">5.1 </w:t>
      </w:r>
      <w:r>
        <w:t xml:space="preserve">In base all’articolo 10 del Regolamento, una commissione scientifica composta da docenti/ricercatori universitari </w:t>
      </w:r>
      <w:r w:rsidR="0033123E">
        <w:t>sceglierà tre passi tratti dai dialoghi</w:t>
      </w:r>
      <w:r w:rsidR="004C7AFB">
        <w:t xml:space="preserve"> </w:t>
      </w:r>
      <w:r>
        <w:t xml:space="preserve">di Platone tra i quali sarà </w:t>
      </w:r>
      <w:r>
        <w:lastRenderedPageBreak/>
        <w:t>sorteggiato il brano da tradurre e commentare. A fine concorso la stessa commissione valuterà gli elaborati stilando la graduatoria dei vincitori e selezionando quelli degni di menzione.</w:t>
      </w:r>
    </w:p>
    <w:p w:rsidR="000E7538" w:rsidRDefault="000E7538">
      <w:pPr>
        <w:spacing w:line="276" w:lineRule="auto"/>
        <w:jc w:val="both"/>
        <w:rPr>
          <w:b/>
        </w:rPr>
      </w:pPr>
    </w:p>
    <w:p w:rsidR="00EF56BE" w:rsidRDefault="000E7538" w:rsidP="00EF56BE">
      <w:pPr>
        <w:spacing w:line="276" w:lineRule="auto"/>
        <w:jc w:val="both"/>
      </w:pPr>
      <w:r>
        <w:rPr>
          <w:b/>
        </w:rPr>
        <w:t>6.  PREMI</w:t>
      </w:r>
    </w:p>
    <w:p w:rsidR="000E7538" w:rsidRDefault="00EF56BE" w:rsidP="00EF56BE">
      <w:pPr>
        <w:spacing w:line="276" w:lineRule="auto"/>
        <w:jc w:val="both"/>
      </w:pPr>
      <w:r w:rsidRPr="00EF56BE">
        <w:rPr>
          <w:b/>
        </w:rPr>
        <w:t>6.1.</w:t>
      </w:r>
      <w:r>
        <w:t xml:space="preserve"> </w:t>
      </w:r>
      <w:r w:rsidR="000E7538">
        <w:t>Ai primi tre classificati verranno assegnati i diplomi e premi in denaro; agli alunni i cui elaborati saranno segnalati, perché degni di menzione speciale, verrà consegnato un attestato di benemerenza; a tutti i partecipanti verrà dato l’attestato di partecipazione</w:t>
      </w:r>
      <w:r w:rsidR="000E7538">
        <w:rPr>
          <w:b/>
        </w:rPr>
        <w:t>.</w:t>
      </w:r>
    </w:p>
    <w:p w:rsidR="000E7538" w:rsidRDefault="000E7538">
      <w:pPr>
        <w:spacing w:line="276" w:lineRule="auto"/>
        <w:jc w:val="both"/>
        <w:rPr>
          <w:b/>
        </w:rPr>
      </w:pPr>
      <w:r>
        <w:t>I premi per i primi tre classificati avranno il seguente importo:</w:t>
      </w:r>
    </w:p>
    <w:p w:rsidR="000E7538" w:rsidRDefault="00F536E2">
      <w:pPr>
        <w:spacing w:line="276" w:lineRule="auto"/>
        <w:jc w:val="both"/>
        <w:rPr>
          <w:b/>
        </w:rPr>
      </w:pPr>
      <w:r>
        <w:rPr>
          <w:b/>
        </w:rPr>
        <w:t>I classificato 1.2</w:t>
      </w:r>
      <w:r w:rsidR="000E7538">
        <w:rPr>
          <w:b/>
        </w:rPr>
        <w:t xml:space="preserve">00,00 euro </w:t>
      </w:r>
    </w:p>
    <w:p w:rsidR="000E7538" w:rsidRDefault="00F536E2">
      <w:pPr>
        <w:spacing w:line="276" w:lineRule="auto"/>
        <w:jc w:val="both"/>
        <w:rPr>
          <w:b/>
        </w:rPr>
      </w:pPr>
      <w:r>
        <w:rPr>
          <w:b/>
        </w:rPr>
        <w:t>II classificato 8</w:t>
      </w:r>
      <w:r w:rsidR="000E7538">
        <w:rPr>
          <w:b/>
        </w:rPr>
        <w:t xml:space="preserve">00,00 euro </w:t>
      </w:r>
    </w:p>
    <w:p w:rsidR="00EF56BE" w:rsidRDefault="00F536E2" w:rsidP="00EF56BE">
      <w:pPr>
        <w:spacing w:line="276" w:lineRule="auto"/>
        <w:jc w:val="both"/>
      </w:pPr>
      <w:r>
        <w:rPr>
          <w:b/>
        </w:rPr>
        <w:t>III classificato 6</w:t>
      </w:r>
      <w:r w:rsidR="000E7538">
        <w:rPr>
          <w:b/>
        </w:rPr>
        <w:t xml:space="preserve">00,00 euro </w:t>
      </w:r>
    </w:p>
    <w:p w:rsidR="000E7538" w:rsidRPr="00EF56BE" w:rsidRDefault="00EF56BE" w:rsidP="00EF56BE">
      <w:pPr>
        <w:spacing w:line="276" w:lineRule="auto"/>
        <w:jc w:val="both"/>
      </w:pPr>
      <w:r w:rsidRPr="00EF56BE">
        <w:rPr>
          <w:b/>
        </w:rPr>
        <w:t>6.2.</w:t>
      </w:r>
      <w:r>
        <w:t xml:space="preserve"> </w:t>
      </w:r>
      <w:r w:rsidR="000E7538">
        <w:t>La consegna dei premi e degli attestati avverrà nella cerimonia di chiusura della manifestazi</w:t>
      </w:r>
      <w:r w:rsidR="00485C91">
        <w:t xml:space="preserve">one, che avrà luogo </w:t>
      </w:r>
      <w:r w:rsidR="00476128">
        <w:t xml:space="preserve"> sabato </w:t>
      </w:r>
      <w:r w:rsidR="003F7D34">
        <w:rPr>
          <w:b/>
        </w:rPr>
        <w:t xml:space="preserve">12 </w:t>
      </w:r>
      <w:r w:rsidR="000E7538" w:rsidRPr="00476128">
        <w:rPr>
          <w:b/>
        </w:rPr>
        <w:t xml:space="preserve">aprile </w:t>
      </w:r>
      <w:r w:rsidR="0033123E" w:rsidRPr="00476128">
        <w:rPr>
          <w:b/>
        </w:rPr>
        <w:t>2014</w:t>
      </w:r>
      <w:r w:rsidR="0033123E">
        <w:t xml:space="preserve"> </w:t>
      </w:r>
      <w:r w:rsidR="000E7538">
        <w:t>a partire dalle ore 9.00.</w:t>
      </w:r>
    </w:p>
    <w:p w:rsidR="000E7538" w:rsidRDefault="000E7538">
      <w:pPr>
        <w:spacing w:line="276" w:lineRule="auto"/>
        <w:jc w:val="both"/>
        <w:rPr>
          <w:b/>
        </w:rPr>
      </w:pPr>
    </w:p>
    <w:p w:rsidR="00EF56BE" w:rsidRDefault="000E7538" w:rsidP="00EF56BE">
      <w:pPr>
        <w:spacing w:line="276" w:lineRule="auto"/>
        <w:jc w:val="both"/>
      </w:pPr>
      <w:r>
        <w:rPr>
          <w:b/>
        </w:rPr>
        <w:t>7. ATTIVITÀ  CULTURALI COLLATERALI</w:t>
      </w:r>
    </w:p>
    <w:p w:rsidR="00EF56BE" w:rsidRDefault="00EF56BE" w:rsidP="00EF56BE">
      <w:pPr>
        <w:spacing w:line="276" w:lineRule="auto"/>
        <w:jc w:val="both"/>
      </w:pPr>
      <w:r w:rsidRPr="00EF56BE">
        <w:rPr>
          <w:b/>
        </w:rPr>
        <w:t>7.1.</w:t>
      </w:r>
      <w:r>
        <w:t xml:space="preserve"> </w:t>
      </w:r>
      <w:r w:rsidR="000E7538">
        <w:t xml:space="preserve">All’interno della manifestazione, che ha l’intento di promuovere gli studi classici e di creare un’occasione di studio ed approfondimento dell’opera e del pensiero di Platone, è previsto un Convegno di studio sul tema </w:t>
      </w:r>
      <w:r w:rsidR="007C02DA">
        <w:t>“</w:t>
      </w:r>
      <w:r w:rsidR="00954462" w:rsidRPr="00485C91">
        <w:rPr>
          <w:i/>
        </w:rPr>
        <w:t xml:space="preserve">Lessico della </w:t>
      </w:r>
      <w:proofErr w:type="spellStart"/>
      <w:r w:rsidR="00954462" w:rsidRPr="00485C91">
        <w:t>paideia</w:t>
      </w:r>
      <w:proofErr w:type="spellEnd"/>
      <w:r w:rsidR="00954462" w:rsidRPr="00485C91">
        <w:rPr>
          <w:i/>
        </w:rPr>
        <w:t xml:space="preserve"> nel mondo antico</w:t>
      </w:r>
      <w:r w:rsidR="007C02DA">
        <w:t>”</w:t>
      </w:r>
      <w:r w:rsidR="00954462">
        <w:t xml:space="preserve"> </w:t>
      </w:r>
      <w:r w:rsidR="000E7538">
        <w:t xml:space="preserve">nel quale interverranno docenti universitari. </w:t>
      </w:r>
    </w:p>
    <w:p w:rsidR="00CC7E90" w:rsidRDefault="00EF56BE">
      <w:pPr>
        <w:spacing w:line="276" w:lineRule="auto"/>
        <w:jc w:val="both"/>
      </w:pPr>
      <w:r w:rsidRPr="00EF56BE">
        <w:rPr>
          <w:b/>
        </w:rPr>
        <w:t>7.2.</w:t>
      </w:r>
      <w:r>
        <w:t xml:space="preserve"> </w:t>
      </w:r>
      <w:r w:rsidR="000E7538">
        <w:t xml:space="preserve">Il giorno </w:t>
      </w:r>
      <w:r w:rsidR="003F7D34">
        <w:rPr>
          <w:b/>
          <w:bCs/>
        </w:rPr>
        <w:t xml:space="preserve"> venerdì 11</w:t>
      </w:r>
      <w:r w:rsidR="000E7538" w:rsidRPr="00EB5C12">
        <w:rPr>
          <w:b/>
          <w:bCs/>
        </w:rPr>
        <w:t xml:space="preserve"> aprile</w:t>
      </w:r>
      <w:r w:rsidR="003F7D34">
        <w:rPr>
          <w:b/>
          <w:bCs/>
        </w:rPr>
        <w:t xml:space="preserve"> 2014</w:t>
      </w:r>
      <w:r w:rsidR="000E7538">
        <w:rPr>
          <w:b/>
          <w:bCs/>
          <w:color w:val="FF0000"/>
        </w:rPr>
        <w:t xml:space="preserve"> </w:t>
      </w:r>
      <w:r w:rsidR="000E7538">
        <w:t xml:space="preserve">gli ospiti  avranno modo di conoscere il territorio e le tradizioni  della Lucania nell’ambito di escursioni organizzate dalla scuola ospitante. </w:t>
      </w:r>
    </w:p>
    <w:p w:rsidR="00CC7E90" w:rsidRPr="00EF56BE" w:rsidRDefault="00CC7E90">
      <w:pPr>
        <w:spacing w:line="276" w:lineRule="auto"/>
        <w:jc w:val="both"/>
      </w:pPr>
    </w:p>
    <w:p w:rsidR="00CC7E90" w:rsidRDefault="000E7538">
      <w:pPr>
        <w:spacing w:line="360" w:lineRule="auto"/>
        <w:jc w:val="both"/>
        <w:rPr>
          <w:b/>
        </w:rPr>
      </w:pPr>
      <w:r>
        <w:rPr>
          <w:b/>
        </w:rPr>
        <w:t>8. CALENDARIO</w:t>
      </w:r>
    </w:p>
    <w:p w:rsidR="000E7538" w:rsidRDefault="007C02DA">
      <w:pPr>
        <w:spacing w:line="360" w:lineRule="auto"/>
        <w:jc w:val="both"/>
        <w:rPr>
          <w:b/>
        </w:rPr>
      </w:pPr>
      <w:r>
        <w:rPr>
          <w:b/>
        </w:rPr>
        <w:t>15</w:t>
      </w:r>
      <w:r w:rsidR="00F536E2">
        <w:rPr>
          <w:b/>
        </w:rPr>
        <w:t xml:space="preserve"> marzo 2014</w:t>
      </w:r>
      <w:r w:rsidR="000E7538">
        <w:t>: termine di presentazione delle domande di partecipazione.</w:t>
      </w:r>
    </w:p>
    <w:p w:rsidR="000E7538" w:rsidRDefault="007C02DA">
      <w:pPr>
        <w:spacing w:line="360" w:lineRule="auto"/>
        <w:jc w:val="both"/>
        <w:rPr>
          <w:b/>
        </w:rPr>
      </w:pPr>
      <w:r>
        <w:rPr>
          <w:b/>
        </w:rPr>
        <w:t>09</w:t>
      </w:r>
      <w:r w:rsidR="00F536E2">
        <w:rPr>
          <w:b/>
        </w:rPr>
        <w:t xml:space="preserve"> aprile 2014</w:t>
      </w:r>
      <w:r w:rsidR="000E7538">
        <w:t>: accoglienza dei concorrenti e dei docenti accompagnatori.</w:t>
      </w:r>
    </w:p>
    <w:p w:rsidR="000E7538" w:rsidRDefault="00205A30">
      <w:pPr>
        <w:spacing w:line="360" w:lineRule="auto"/>
        <w:jc w:val="both"/>
      </w:pPr>
      <w:r>
        <w:rPr>
          <w:b/>
        </w:rPr>
        <w:t>10</w:t>
      </w:r>
      <w:r w:rsidR="00F536E2">
        <w:rPr>
          <w:b/>
        </w:rPr>
        <w:t xml:space="preserve"> aprile 2014</w:t>
      </w:r>
      <w:r w:rsidR="000E7538">
        <w:t>: h 9.00 -15.00 svolgimento della prova presso il Liceo Classico di Viggiano.</w:t>
      </w:r>
    </w:p>
    <w:p w:rsidR="000E7538" w:rsidRDefault="000E7538">
      <w:pPr>
        <w:spacing w:line="360" w:lineRule="auto"/>
        <w:jc w:val="both"/>
        <w:rPr>
          <w:b/>
        </w:rPr>
      </w:pPr>
      <w:r>
        <w:tab/>
      </w:r>
      <w:r>
        <w:tab/>
        <w:t xml:space="preserve">  h 9.30 -13.30 seminario sul tema “</w:t>
      </w:r>
      <w:r w:rsidR="00954462" w:rsidRPr="003F7D34">
        <w:rPr>
          <w:i/>
        </w:rPr>
        <w:t xml:space="preserve">Lessico della </w:t>
      </w:r>
      <w:proofErr w:type="spellStart"/>
      <w:r w:rsidR="00954462" w:rsidRPr="003F7D34">
        <w:t>paideia</w:t>
      </w:r>
      <w:proofErr w:type="spellEnd"/>
      <w:r w:rsidR="00954462" w:rsidRPr="003F7D34">
        <w:rPr>
          <w:i/>
        </w:rPr>
        <w:t xml:space="preserve"> nel mondo antico</w:t>
      </w:r>
      <w:r>
        <w:t>”.</w:t>
      </w:r>
      <w:r>
        <w:tab/>
        <w:t xml:space="preserve">  </w:t>
      </w:r>
    </w:p>
    <w:p w:rsidR="000E7538" w:rsidRDefault="00205A30">
      <w:pPr>
        <w:spacing w:line="360" w:lineRule="auto"/>
        <w:jc w:val="both"/>
      </w:pPr>
      <w:r>
        <w:rPr>
          <w:b/>
        </w:rPr>
        <w:t>11</w:t>
      </w:r>
      <w:r w:rsidR="00F536E2">
        <w:rPr>
          <w:b/>
        </w:rPr>
        <w:t xml:space="preserve"> aprile 2014</w:t>
      </w:r>
      <w:r w:rsidR="000E7538">
        <w:t>: correzione degli elaborati a cura della Commissione scientifica.</w:t>
      </w:r>
      <w:r w:rsidR="00943EDF">
        <w:t xml:space="preserve"> </w:t>
      </w:r>
    </w:p>
    <w:p w:rsidR="000E7538" w:rsidRPr="000469CF" w:rsidRDefault="000E7538">
      <w:pPr>
        <w:spacing w:line="360" w:lineRule="auto"/>
        <w:ind w:left="708"/>
        <w:jc w:val="both"/>
        <w:rPr>
          <w:b/>
        </w:rPr>
      </w:pPr>
      <w:r w:rsidRPr="000469CF">
        <w:t xml:space="preserve">           </w:t>
      </w:r>
      <w:r w:rsidR="000469CF" w:rsidRPr="000469CF">
        <w:t xml:space="preserve">   </w:t>
      </w:r>
      <w:r w:rsidRPr="000469CF">
        <w:t xml:space="preserve">escursione dei partecipanti e degli accompagnatori in Lucania </w:t>
      </w:r>
    </w:p>
    <w:p w:rsidR="000E7538" w:rsidRDefault="00205A30">
      <w:pPr>
        <w:spacing w:line="360" w:lineRule="auto"/>
        <w:jc w:val="both"/>
        <w:rPr>
          <w:b/>
        </w:rPr>
      </w:pPr>
      <w:r>
        <w:rPr>
          <w:b/>
        </w:rPr>
        <w:t>12</w:t>
      </w:r>
      <w:r w:rsidR="00F536E2">
        <w:rPr>
          <w:b/>
        </w:rPr>
        <w:t xml:space="preserve"> aprile 2014</w:t>
      </w:r>
      <w:r w:rsidR="000E7538">
        <w:t>: h 9.00 -13.00 premiazione dei vincitori e saluti  del Dirigente scolastico e delle autorità locali.</w:t>
      </w:r>
    </w:p>
    <w:p w:rsidR="00F536E2" w:rsidRDefault="00F536E2" w:rsidP="00F536E2">
      <w:pPr>
        <w:spacing w:line="276" w:lineRule="auto"/>
        <w:jc w:val="both"/>
        <w:rPr>
          <w:b/>
        </w:rPr>
      </w:pPr>
      <w:r>
        <w:rPr>
          <w:b/>
        </w:rPr>
        <w:t xml:space="preserve">N.B. Il programma definitivo della manifestazione e </w:t>
      </w:r>
      <w:r w:rsidR="003F7D34">
        <w:rPr>
          <w:b/>
        </w:rPr>
        <w:t xml:space="preserve">ogni altra informazione relativa all’evento </w:t>
      </w:r>
      <w:r>
        <w:rPr>
          <w:b/>
        </w:rPr>
        <w:t xml:space="preserve">saranno pubblicati sul sito dell’Istituto </w:t>
      </w:r>
      <w:r>
        <w:rPr>
          <w:b/>
          <w:color w:val="0000FF"/>
        </w:rPr>
        <w:t>www.liceomarsico.org</w:t>
      </w:r>
      <w:r>
        <w:rPr>
          <w:b/>
          <w:color w:val="FF0000"/>
        </w:rPr>
        <w:t xml:space="preserve"> </w:t>
      </w:r>
      <w:r>
        <w:rPr>
          <w:b/>
        </w:rPr>
        <w:t>entro la prima settimana di aprile.</w:t>
      </w:r>
    </w:p>
    <w:p w:rsidR="00F536E2" w:rsidRDefault="00F536E2" w:rsidP="00F500AF">
      <w:pPr>
        <w:pStyle w:val="Testonormale1"/>
        <w:jc w:val="both"/>
        <w:rPr>
          <w:rFonts w:ascii="Times New Roman" w:hAnsi="Times New Roman"/>
          <w:b/>
          <w:sz w:val="24"/>
          <w:szCs w:val="24"/>
        </w:rPr>
      </w:pPr>
    </w:p>
    <w:p w:rsidR="00EF56BE" w:rsidRDefault="00F500AF" w:rsidP="00EF56BE">
      <w:pPr>
        <w:pStyle w:val="Testonormale1"/>
        <w:jc w:val="both"/>
        <w:rPr>
          <w:rFonts w:ascii="Times New Roman" w:hAnsi="Times New Roman"/>
          <w:b/>
          <w:sz w:val="24"/>
          <w:szCs w:val="24"/>
        </w:rPr>
      </w:pPr>
      <w:r w:rsidRPr="002725DE">
        <w:rPr>
          <w:rFonts w:ascii="Times New Roman" w:hAnsi="Times New Roman"/>
          <w:b/>
          <w:sz w:val="24"/>
          <w:szCs w:val="24"/>
        </w:rPr>
        <w:t xml:space="preserve">9. </w:t>
      </w:r>
      <w:r>
        <w:rPr>
          <w:rFonts w:ascii="Times New Roman" w:hAnsi="Times New Roman"/>
          <w:b/>
          <w:sz w:val="24"/>
          <w:szCs w:val="24"/>
        </w:rPr>
        <w:t>PRIVACY</w:t>
      </w:r>
    </w:p>
    <w:p w:rsidR="00F500AF" w:rsidRPr="00EF56BE" w:rsidRDefault="00EF56BE" w:rsidP="00EF56BE">
      <w:pPr>
        <w:pStyle w:val="Testonormale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9.1. </w:t>
      </w:r>
      <w:r w:rsidR="00F500AF">
        <w:rPr>
          <w:rFonts w:ascii="Times New Roman" w:hAnsi="Times New Roman"/>
          <w:sz w:val="24"/>
          <w:szCs w:val="24"/>
        </w:rPr>
        <w:t>Le singole Scuole raccoglieranno per i propri alunni</w:t>
      </w:r>
      <w:r w:rsidR="00BC603A">
        <w:rPr>
          <w:rFonts w:ascii="Times New Roman" w:hAnsi="Times New Roman"/>
          <w:sz w:val="24"/>
          <w:szCs w:val="24"/>
        </w:rPr>
        <w:t xml:space="preserve"> minorenni</w:t>
      </w:r>
      <w:r w:rsidR="00F500AF">
        <w:rPr>
          <w:rFonts w:ascii="Times New Roman" w:hAnsi="Times New Roman"/>
          <w:sz w:val="24"/>
          <w:szCs w:val="24"/>
        </w:rPr>
        <w:t xml:space="preserve"> la liberatoria da parte dei genitori per </w:t>
      </w:r>
      <w:r w:rsidR="00F500AF" w:rsidRPr="00CD0BD2">
        <w:rPr>
          <w:rFonts w:ascii="Times New Roman" w:hAnsi="Times New Roman"/>
          <w:sz w:val="24"/>
          <w:szCs w:val="24"/>
        </w:rPr>
        <w:t>eventuali</w:t>
      </w:r>
      <w:r w:rsidR="00F500AF" w:rsidRPr="002725DE">
        <w:rPr>
          <w:rFonts w:ascii="Times New Roman" w:hAnsi="Times New Roman"/>
          <w:color w:val="EEECE1"/>
          <w:sz w:val="24"/>
          <w:szCs w:val="24"/>
        </w:rPr>
        <w:t xml:space="preserve"> </w:t>
      </w:r>
      <w:r w:rsidR="00F500AF" w:rsidRPr="00CD0BD2">
        <w:rPr>
          <w:rFonts w:ascii="Times New Roman" w:hAnsi="Times New Roman"/>
          <w:sz w:val="24"/>
          <w:szCs w:val="24"/>
        </w:rPr>
        <w:t>riprese</w:t>
      </w:r>
      <w:r w:rsidR="00F500AF" w:rsidRPr="002725DE">
        <w:rPr>
          <w:rFonts w:ascii="Times New Roman" w:hAnsi="Times New Roman"/>
          <w:color w:val="EEECE1"/>
          <w:sz w:val="24"/>
          <w:szCs w:val="24"/>
        </w:rPr>
        <w:t xml:space="preserve"> </w:t>
      </w:r>
      <w:r w:rsidR="00F500AF">
        <w:rPr>
          <w:rFonts w:ascii="Times New Roman" w:hAnsi="Times New Roman"/>
          <w:sz w:val="24"/>
          <w:szCs w:val="24"/>
        </w:rPr>
        <w:t>audio-video, utilizzando il modello allegato al modulo domanda.</w:t>
      </w:r>
      <w:r w:rsidR="005C3066">
        <w:rPr>
          <w:rFonts w:ascii="Times New Roman" w:hAnsi="Times New Roman"/>
          <w:sz w:val="24"/>
          <w:szCs w:val="24"/>
        </w:rPr>
        <w:t xml:space="preserve"> Le liberatorie saranno consegnate </w:t>
      </w:r>
      <w:r w:rsidR="003F7D34">
        <w:rPr>
          <w:rFonts w:ascii="Times New Roman" w:hAnsi="Times New Roman"/>
          <w:sz w:val="24"/>
          <w:szCs w:val="24"/>
        </w:rPr>
        <w:t xml:space="preserve">al comitato organizzatore </w:t>
      </w:r>
      <w:r w:rsidR="005C3066">
        <w:rPr>
          <w:rFonts w:ascii="Times New Roman" w:hAnsi="Times New Roman"/>
          <w:sz w:val="24"/>
          <w:szCs w:val="24"/>
        </w:rPr>
        <w:t xml:space="preserve">per il tramite degli alunni </w:t>
      </w:r>
      <w:r w:rsidR="003F7D34">
        <w:rPr>
          <w:rFonts w:ascii="Times New Roman" w:hAnsi="Times New Roman"/>
          <w:sz w:val="24"/>
          <w:szCs w:val="24"/>
        </w:rPr>
        <w:t xml:space="preserve">stessi </w:t>
      </w:r>
      <w:r w:rsidR="005C3066">
        <w:rPr>
          <w:rFonts w:ascii="Times New Roman" w:hAnsi="Times New Roman"/>
          <w:sz w:val="24"/>
          <w:szCs w:val="24"/>
        </w:rPr>
        <w:t>o dei loro accompa</w:t>
      </w:r>
      <w:r w:rsidR="00885E8E">
        <w:rPr>
          <w:rFonts w:ascii="Times New Roman" w:hAnsi="Times New Roman"/>
          <w:sz w:val="24"/>
          <w:szCs w:val="24"/>
        </w:rPr>
        <w:t>gnatori in occasione della gara</w:t>
      </w:r>
      <w:r w:rsidR="00F500AF">
        <w:rPr>
          <w:rFonts w:ascii="Times New Roman" w:hAnsi="Times New Roman"/>
          <w:sz w:val="24"/>
          <w:szCs w:val="24"/>
        </w:rPr>
        <w:t xml:space="preserve">. </w:t>
      </w:r>
      <w:r w:rsidR="003F7D34">
        <w:rPr>
          <w:rFonts w:ascii="Times New Roman" w:hAnsi="Times New Roman"/>
          <w:sz w:val="24"/>
          <w:szCs w:val="24"/>
        </w:rPr>
        <w:t>Le liberatorie degli alunni maggiorenni saranno</w:t>
      </w:r>
      <w:r w:rsidR="00BC603A">
        <w:rPr>
          <w:rFonts w:ascii="Times New Roman" w:hAnsi="Times New Roman"/>
          <w:sz w:val="24"/>
          <w:szCs w:val="24"/>
        </w:rPr>
        <w:t xml:space="preserve"> compilate e consegnate al comitato organizzatore nei giorni della manifestazione.</w:t>
      </w:r>
      <w:r w:rsidR="003F7D34">
        <w:rPr>
          <w:rFonts w:ascii="Times New Roman" w:hAnsi="Times New Roman"/>
          <w:sz w:val="24"/>
          <w:szCs w:val="24"/>
        </w:rPr>
        <w:t xml:space="preserve"> </w:t>
      </w:r>
      <w:r w:rsidR="00F500AF">
        <w:rPr>
          <w:rFonts w:ascii="Times New Roman" w:hAnsi="Times New Roman"/>
          <w:sz w:val="24"/>
          <w:szCs w:val="24"/>
        </w:rPr>
        <w:t xml:space="preserve">Il materiale video e audio sarà utilizzato per soli scopi didattici ed informativi ( D. </w:t>
      </w:r>
      <w:proofErr w:type="spellStart"/>
      <w:r w:rsidR="00F500AF">
        <w:rPr>
          <w:rFonts w:ascii="Times New Roman" w:hAnsi="Times New Roman"/>
          <w:sz w:val="24"/>
          <w:szCs w:val="24"/>
        </w:rPr>
        <w:t>L.vo</w:t>
      </w:r>
      <w:proofErr w:type="spellEnd"/>
      <w:r w:rsidR="00F500AF">
        <w:rPr>
          <w:rFonts w:ascii="Times New Roman" w:hAnsi="Times New Roman"/>
          <w:sz w:val="24"/>
          <w:szCs w:val="24"/>
        </w:rPr>
        <w:t xml:space="preserve"> 196-2003).</w:t>
      </w:r>
    </w:p>
    <w:p w:rsidR="00F500AF" w:rsidRDefault="00F500AF">
      <w:pPr>
        <w:spacing w:line="276" w:lineRule="auto"/>
        <w:jc w:val="both"/>
        <w:rPr>
          <w:b/>
        </w:rPr>
      </w:pPr>
    </w:p>
    <w:p w:rsidR="00EF56BE" w:rsidRDefault="005F7452" w:rsidP="00EF56BE">
      <w:pPr>
        <w:spacing w:line="276" w:lineRule="auto"/>
        <w:jc w:val="both"/>
      </w:pPr>
      <w:r>
        <w:rPr>
          <w:b/>
        </w:rPr>
        <w:lastRenderedPageBreak/>
        <w:t>10</w:t>
      </w:r>
      <w:r w:rsidR="000E7538">
        <w:rPr>
          <w:b/>
        </w:rPr>
        <w:t>. INFO</w:t>
      </w:r>
      <w:r w:rsidR="00525FBA">
        <w:rPr>
          <w:b/>
        </w:rPr>
        <w:t>RMAZIONI</w:t>
      </w:r>
      <w:bookmarkStart w:id="0" w:name="_GoBack"/>
      <w:bookmarkEnd w:id="0"/>
    </w:p>
    <w:p w:rsidR="000E7538" w:rsidRDefault="00EF56BE" w:rsidP="00EF56BE">
      <w:pPr>
        <w:spacing w:line="276" w:lineRule="auto"/>
        <w:jc w:val="both"/>
      </w:pPr>
      <w:r w:rsidRPr="00EF56BE">
        <w:rPr>
          <w:b/>
        </w:rPr>
        <w:t>10.1.</w:t>
      </w:r>
      <w:r>
        <w:t xml:space="preserve"> </w:t>
      </w:r>
      <w:r w:rsidR="000E7538">
        <w:t>Per ulteriori informazioni e chiarimenti i partecipanti potranno rivolgersi ai seguenti recapiti:</w:t>
      </w:r>
    </w:p>
    <w:p w:rsidR="000E7538" w:rsidRDefault="000E7538">
      <w:pPr>
        <w:spacing w:line="276" w:lineRule="auto"/>
        <w:jc w:val="both"/>
      </w:pPr>
      <w:r>
        <w:t xml:space="preserve">Segreteria Organizzativa </w:t>
      </w:r>
      <w:proofErr w:type="spellStart"/>
      <w:r>
        <w:rPr>
          <w:i/>
        </w:rPr>
        <w:t>Certamen</w:t>
      </w:r>
      <w:proofErr w:type="spellEnd"/>
      <w:r>
        <w:t>:</w:t>
      </w:r>
    </w:p>
    <w:p w:rsidR="000E7538" w:rsidRDefault="000E7538">
      <w:pPr>
        <w:spacing w:line="276" w:lineRule="auto"/>
        <w:jc w:val="both"/>
      </w:pPr>
      <w:r>
        <w:t xml:space="preserve">proff. Albano Sonia - </w:t>
      </w:r>
      <w:proofErr w:type="spellStart"/>
      <w:r>
        <w:t>Sarapo</w:t>
      </w:r>
      <w:proofErr w:type="spellEnd"/>
      <w:r>
        <w:t xml:space="preserve"> Gianluca tel. 097561083-fax 097561191</w:t>
      </w:r>
    </w:p>
    <w:p w:rsidR="000E7538" w:rsidRDefault="000E7538">
      <w:pPr>
        <w:spacing w:line="276" w:lineRule="auto"/>
        <w:jc w:val="both"/>
      </w:pPr>
      <w:r>
        <w:t xml:space="preserve">referente per la sede centrale dell’Istituto: </w:t>
      </w:r>
    </w:p>
    <w:p w:rsidR="000E7538" w:rsidRDefault="000E7538">
      <w:pPr>
        <w:spacing w:line="276" w:lineRule="auto"/>
        <w:jc w:val="both"/>
      </w:pPr>
      <w:r>
        <w:t>prof.ssa Scarpetta Giuseppina tel. 0975342102-fax 344109.</w:t>
      </w:r>
    </w:p>
    <w:p w:rsidR="000E7538" w:rsidRDefault="000E7538">
      <w:pPr>
        <w:spacing w:line="276" w:lineRule="auto"/>
        <w:jc w:val="both"/>
      </w:pPr>
      <w:r>
        <w:t xml:space="preserve">Sito della scuola: </w:t>
      </w:r>
      <w:r w:rsidR="00F536E2">
        <w:rPr>
          <w:color w:val="0000FF"/>
        </w:rPr>
        <w:t>www.liceomarsico.org</w:t>
      </w:r>
    </w:p>
    <w:p w:rsidR="000E7538" w:rsidRDefault="000E7538">
      <w:pPr>
        <w:spacing w:line="276" w:lineRule="auto"/>
        <w:jc w:val="both"/>
      </w:pPr>
      <w:r>
        <w:t xml:space="preserve">e-mail: </w:t>
      </w:r>
      <w:r>
        <w:rPr>
          <w:color w:val="0000FF"/>
        </w:rPr>
        <w:t>ce</w:t>
      </w:r>
      <w:r w:rsidR="00F536E2">
        <w:rPr>
          <w:color w:val="0000FF"/>
        </w:rPr>
        <w:t>rtamenplatonicum@liceomarsico.org</w:t>
      </w:r>
    </w:p>
    <w:p w:rsidR="000E7538" w:rsidRDefault="000E7538">
      <w:pPr>
        <w:spacing w:line="276" w:lineRule="auto"/>
        <w:jc w:val="both"/>
        <w:rPr>
          <w:b/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Il Dirigente scolastico</w:t>
      </w:r>
    </w:p>
    <w:p w:rsidR="000E7538" w:rsidRDefault="000E7538">
      <w:pPr>
        <w:spacing w:line="276" w:lineRule="auto"/>
        <w:jc w:val="right"/>
      </w:pPr>
      <w:r>
        <w:rPr>
          <w:b/>
          <w:i/>
        </w:rPr>
        <w:t xml:space="preserve">Prof.ssa </w:t>
      </w:r>
      <w:proofErr w:type="spellStart"/>
      <w:r>
        <w:rPr>
          <w:b/>
          <w:i/>
        </w:rPr>
        <w:t>Serafina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Rotondaro</w:t>
      </w:r>
      <w:proofErr w:type="spellEnd"/>
    </w:p>
    <w:sectPr w:rsidR="000E7538" w:rsidSect="00CC7E90">
      <w:headerReference w:type="default" r:id="rId13"/>
      <w:footerReference w:type="default" r:id="rId14"/>
      <w:pgSz w:w="11906" w:h="16838"/>
      <w:pgMar w:top="426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F75" w:rsidRDefault="00213F75" w:rsidP="003C23E6">
      <w:r>
        <w:separator/>
      </w:r>
    </w:p>
  </w:endnote>
  <w:endnote w:type="continuationSeparator" w:id="0">
    <w:p w:rsidR="00213F75" w:rsidRDefault="00213F75" w:rsidP="003C2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7474"/>
      <w:docPartObj>
        <w:docPartGallery w:val="Page Numbers (Bottom of Page)"/>
        <w:docPartUnique/>
      </w:docPartObj>
    </w:sdtPr>
    <w:sdtContent>
      <w:p w:rsidR="006C4DD2" w:rsidRDefault="009805D1">
        <w:pPr>
          <w:pStyle w:val="Pidipagina"/>
          <w:jc w:val="right"/>
        </w:pPr>
        <w:fldSimple w:instr=" PAGE   \* MERGEFORMAT ">
          <w:r w:rsidR="00351B65">
            <w:rPr>
              <w:noProof/>
            </w:rPr>
            <w:t>4</w:t>
          </w:r>
        </w:fldSimple>
      </w:p>
    </w:sdtContent>
  </w:sdt>
  <w:p w:rsidR="003C23E6" w:rsidRDefault="003C23E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F75" w:rsidRDefault="00213F75" w:rsidP="003C23E6">
      <w:r>
        <w:separator/>
      </w:r>
    </w:p>
  </w:footnote>
  <w:footnote w:type="continuationSeparator" w:id="0">
    <w:p w:rsidR="00213F75" w:rsidRDefault="00213F75" w:rsidP="003C23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55025"/>
      <w:docPartObj>
        <w:docPartGallery w:val="Page Numbers (Top of Page)"/>
        <w:docPartUnique/>
      </w:docPartObj>
    </w:sdtPr>
    <w:sdtContent>
      <w:p w:rsidR="008E3D9F" w:rsidRDefault="009805D1">
        <w:pPr>
          <w:pStyle w:val="Intestazione"/>
          <w:jc w:val="right"/>
        </w:pPr>
        <w:fldSimple w:instr=" PAGE   \* MERGEFORMAT ">
          <w:r w:rsidR="00351B65">
            <w:rPr>
              <w:noProof/>
            </w:rPr>
            <w:t>4</w:t>
          </w:r>
        </w:fldSimple>
      </w:p>
    </w:sdtContent>
  </w:sdt>
  <w:p w:rsidR="008E3D9F" w:rsidRDefault="008E3D9F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099"/>
    <w:rsid w:val="00041843"/>
    <w:rsid w:val="000469CF"/>
    <w:rsid w:val="000E7538"/>
    <w:rsid w:val="001033F3"/>
    <w:rsid w:val="00205A30"/>
    <w:rsid w:val="00213F75"/>
    <w:rsid w:val="002443D1"/>
    <w:rsid w:val="0028466B"/>
    <w:rsid w:val="002E1ED6"/>
    <w:rsid w:val="0033123E"/>
    <w:rsid w:val="00340A57"/>
    <w:rsid w:val="00351B65"/>
    <w:rsid w:val="00385D89"/>
    <w:rsid w:val="003A527F"/>
    <w:rsid w:val="003B45A3"/>
    <w:rsid w:val="003C23E6"/>
    <w:rsid w:val="003F7D34"/>
    <w:rsid w:val="00454B76"/>
    <w:rsid w:val="00476128"/>
    <w:rsid w:val="00485C91"/>
    <w:rsid w:val="004C7AFB"/>
    <w:rsid w:val="00525FBA"/>
    <w:rsid w:val="005C3066"/>
    <w:rsid w:val="005E3618"/>
    <w:rsid w:val="005F7452"/>
    <w:rsid w:val="00603092"/>
    <w:rsid w:val="006B3D4F"/>
    <w:rsid w:val="006C4DD2"/>
    <w:rsid w:val="007C02DA"/>
    <w:rsid w:val="00806318"/>
    <w:rsid w:val="008405B4"/>
    <w:rsid w:val="008557D7"/>
    <w:rsid w:val="00856A72"/>
    <w:rsid w:val="00885E8E"/>
    <w:rsid w:val="008B0564"/>
    <w:rsid w:val="008E139D"/>
    <w:rsid w:val="008E3D9F"/>
    <w:rsid w:val="00943EDF"/>
    <w:rsid w:val="00954462"/>
    <w:rsid w:val="009805D1"/>
    <w:rsid w:val="00A45268"/>
    <w:rsid w:val="00A66191"/>
    <w:rsid w:val="00A6761E"/>
    <w:rsid w:val="00A72601"/>
    <w:rsid w:val="00BC603A"/>
    <w:rsid w:val="00BF3BCD"/>
    <w:rsid w:val="00CC7E90"/>
    <w:rsid w:val="00CD3438"/>
    <w:rsid w:val="00D01AB6"/>
    <w:rsid w:val="00D50099"/>
    <w:rsid w:val="00D631A8"/>
    <w:rsid w:val="00D643CA"/>
    <w:rsid w:val="00D96B03"/>
    <w:rsid w:val="00DA08C9"/>
    <w:rsid w:val="00EB5C12"/>
    <w:rsid w:val="00EF56BE"/>
    <w:rsid w:val="00F02D2C"/>
    <w:rsid w:val="00F32AFA"/>
    <w:rsid w:val="00F456DD"/>
    <w:rsid w:val="00F46FAE"/>
    <w:rsid w:val="00F500AF"/>
    <w:rsid w:val="00F536E2"/>
    <w:rsid w:val="00F61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32AFA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F32AFA"/>
  </w:style>
  <w:style w:type="character" w:customStyle="1" w:styleId="TitoloCarattere">
    <w:name w:val="Titolo Carattere"/>
    <w:rsid w:val="00F32AFA"/>
    <w:rPr>
      <w:b/>
      <w:sz w:val="40"/>
      <w:lang w:val="it-IT" w:eastAsia="ar-SA" w:bidi="ar-SA"/>
    </w:rPr>
  </w:style>
  <w:style w:type="character" w:styleId="Collegamentoipertestuale">
    <w:name w:val="Hyperlink"/>
    <w:rsid w:val="00F32AFA"/>
    <w:rPr>
      <w:color w:val="0000FF"/>
      <w:u w:val="single"/>
    </w:rPr>
  </w:style>
  <w:style w:type="paragraph" w:customStyle="1" w:styleId="Intestazione1">
    <w:name w:val="Intestazione1"/>
    <w:basedOn w:val="Normale"/>
    <w:next w:val="Corpodeltesto"/>
    <w:rsid w:val="00F32AF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F32AFA"/>
    <w:pPr>
      <w:spacing w:after="120"/>
    </w:pPr>
  </w:style>
  <w:style w:type="paragraph" w:styleId="Elenco">
    <w:name w:val="List"/>
    <w:basedOn w:val="Corpodeltesto"/>
    <w:rsid w:val="00F32AFA"/>
    <w:rPr>
      <w:rFonts w:cs="Mangal"/>
    </w:rPr>
  </w:style>
  <w:style w:type="paragraph" w:customStyle="1" w:styleId="Didascalia1">
    <w:name w:val="Didascalia1"/>
    <w:basedOn w:val="Normale"/>
    <w:rsid w:val="00F32AFA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32AFA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rsid w:val="00F32AFA"/>
    <w:pPr>
      <w:jc w:val="center"/>
    </w:pPr>
    <w:rPr>
      <w:b/>
      <w:sz w:val="40"/>
      <w:szCs w:val="20"/>
    </w:rPr>
  </w:style>
  <w:style w:type="paragraph" w:styleId="Sottotitolo">
    <w:name w:val="Subtitle"/>
    <w:basedOn w:val="Intestazione1"/>
    <w:next w:val="Corpodeltesto"/>
    <w:qFormat/>
    <w:rsid w:val="00F32AFA"/>
    <w:pPr>
      <w:jc w:val="center"/>
    </w:pPr>
    <w:rPr>
      <w:i/>
      <w:iCs/>
    </w:rPr>
  </w:style>
  <w:style w:type="paragraph" w:customStyle="1" w:styleId="Contenutocornice">
    <w:name w:val="Contenuto cornice"/>
    <w:basedOn w:val="Corpodeltesto"/>
    <w:rsid w:val="00F32AFA"/>
  </w:style>
  <w:style w:type="paragraph" w:customStyle="1" w:styleId="Testonormale1">
    <w:name w:val="Testo normale1"/>
    <w:basedOn w:val="Normale"/>
    <w:rsid w:val="00F500AF"/>
    <w:rPr>
      <w:rFonts w:ascii="Courier New" w:hAnsi="Courier New"/>
      <w:sz w:val="20"/>
      <w:szCs w:val="20"/>
    </w:rPr>
  </w:style>
  <w:style w:type="table" w:styleId="Grigliatabella">
    <w:name w:val="Table Grid"/>
    <w:basedOn w:val="Tabellanormale"/>
    <w:rsid w:val="008063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D50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50099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3C23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23E6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3C23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3E6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yperlink" Target="mailto:PZIS01900C@istruzione.it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liceomarsico.it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ocente\Desktop\albano\CERTAMEN14\bando%20certamen2014rev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bando certamen2014rev</Template>
  <TotalTime>42</TotalTime>
  <Pages>4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7019</CharactersWithSpaces>
  <SharedDoc>false</SharedDoc>
  <HLinks>
    <vt:vector size="12" baseType="variant">
      <vt:variant>
        <vt:i4>1704032</vt:i4>
      </vt:variant>
      <vt:variant>
        <vt:i4>6</vt:i4>
      </vt:variant>
      <vt:variant>
        <vt:i4>0</vt:i4>
      </vt:variant>
      <vt:variant>
        <vt:i4>5</vt:i4>
      </vt:variant>
      <vt:variant>
        <vt:lpwstr>mailto:PZIS01900C@istruzione.it</vt:lpwstr>
      </vt:variant>
      <vt:variant>
        <vt:lpwstr/>
      </vt:variant>
      <vt:variant>
        <vt:i4>6291500</vt:i4>
      </vt:variant>
      <vt:variant>
        <vt:i4>3</vt:i4>
      </vt:variant>
      <vt:variant>
        <vt:i4>0</vt:i4>
      </vt:variant>
      <vt:variant>
        <vt:i4>5</vt:i4>
      </vt:variant>
      <vt:variant>
        <vt:lpwstr>http://www.liceomarsico.it/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Docente</dc:creator>
  <cp:keywords/>
  <cp:lastModifiedBy>admin</cp:lastModifiedBy>
  <cp:revision>19</cp:revision>
  <cp:lastPrinted>2011-11-08T12:43:00Z</cp:lastPrinted>
  <dcterms:created xsi:type="dcterms:W3CDTF">2013-11-16T10:36:00Z</dcterms:created>
  <dcterms:modified xsi:type="dcterms:W3CDTF">2013-12-03T10:28:00Z</dcterms:modified>
</cp:coreProperties>
</file>